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7CAF943F" w:rsidR="006E5D65" w:rsidRPr="00B40164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40164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B40164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40164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40164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40164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40164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B40164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B40164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B40164" w:rsidRDefault="0085747A" w:rsidP="00B40164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40164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B40164" w:rsidRDefault="0071620A" w:rsidP="00B40164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40164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B40164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B40164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B40164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B40164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B40164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B40164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B40164">
        <w:rPr>
          <w:rFonts w:ascii="Times New Roman" w:hAnsi="Times New Roman"/>
          <w:b/>
          <w:smallCaps/>
          <w:sz w:val="24"/>
          <w:szCs w:val="24"/>
        </w:rPr>
        <w:t>8</w:t>
      </w:r>
    </w:p>
    <w:p w14:paraId="35E783A3" w14:textId="76D739F5" w:rsidR="0085747A" w:rsidRPr="00B40164" w:rsidRDefault="0085747A" w:rsidP="00B4016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i/>
          <w:sz w:val="24"/>
          <w:szCs w:val="24"/>
        </w:rPr>
        <w:t>(skrajne daty</w:t>
      </w:r>
      <w:r w:rsidRPr="00B40164">
        <w:rPr>
          <w:rFonts w:ascii="Times New Roman" w:hAnsi="Times New Roman"/>
          <w:sz w:val="24"/>
          <w:szCs w:val="24"/>
        </w:rPr>
        <w:t>)</w:t>
      </w:r>
    </w:p>
    <w:p w14:paraId="0DB1C674" w14:textId="39D75C9F" w:rsidR="0085747A" w:rsidRPr="00B40164" w:rsidRDefault="00445970" w:rsidP="00B4016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sz w:val="24"/>
          <w:szCs w:val="24"/>
        </w:rPr>
        <w:t xml:space="preserve">Rok akademicki   </w:t>
      </w:r>
      <w:r w:rsidR="008927D9" w:rsidRPr="00B40164">
        <w:rPr>
          <w:rFonts w:ascii="Times New Roman" w:hAnsi="Times New Roman"/>
          <w:sz w:val="24"/>
          <w:szCs w:val="24"/>
        </w:rPr>
        <w:t>20</w:t>
      </w:r>
      <w:r w:rsidR="007849AE" w:rsidRPr="00B40164">
        <w:rPr>
          <w:rFonts w:ascii="Times New Roman" w:hAnsi="Times New Roman"/>
          <w:sz w:val="24"/>
          <w:szCs w:val="24"/>
        </w:rPr>
        <w:t>2</w:t>
      </w:r>
      <w:r w:rsidR="004018BC" w:rsidRPr="00B40164">
        <w:rPr>
          <w:rFonts w:ascii="Times New Roman" w:hAnsi="Times New Roman"/>
          <w:sz w:val="24"/>
          <w:szCs w:val="24"/>
        </w:rPr>
        <w:t>6</w:t>
      </w:r>
      <w:r w:rsidR="008927D9" w:rsidRPr="00B40164">
        <w:rPr>
          <w:rFonts w:ascii="Times New Roman" w:hAnsi="Times New Roman"/>
          <w:sz w:val="24"/>
          <w:szCs w:val="24"/>
        </w:rPr>
        <w:t>/202</w:t>
      </w:r>
      <w:r w:rsidR="004018BC" w:rsidRPr="00B40164">
        <w:rPr>
          <w:rFonts w:ascii="Times New Roman" w:hAnsi="Times New Roman"/>
          <w:sz w:val="24"/>
          <w:szCs w:val="24"/>
        </w:rPr>
        <w:t>7</w:t>
      </w:r>
    </w:p>
    <w:p w14:paraId="7817197E" w14:textId="77777777" w:rsidR="008927D9" w:rsidRPr="00B40164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B40164" w:rsidRDefault="0071620A" w:rsidP="009C54AE">
      <w:pPr>
        <w:pStyle w:val="Punktygwne"/>
        <w:spacing w:before="0" w:after="0"/>
        <w:rPr>
          <w:szCs w:val="24"/>
        </w:rPr>
      </w:pPr>
      <w:r w:rsidRPr="00B40164">
        <w:rPr>
          <w:szCs w:val="24"/>
        </w:rPr>
        <w:t xml:space="preserve">1. </w:t>
      </w:r>
      <w:r w:rsidR="0085747A" w:rsidRPr="00B40164">
        <w:rPr>
          <w:szCs w:val="24"/>
        </w:rPr>
        <w:t xml:space="preserve">Podstawowe </w:t>
      </w:r>
      <w:r w:rsidR="00445970" w:rsidRPr="00B40164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34E94" w:rsidRPr="00B40164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B4016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4750C65F" w:rsidR="0085747A" w:rsidRPr="0093156C" w:rsidRDefault="006A02D5" w:rsidP="009C54AE">
            <w:pPr>
              <w:pStyle w:val="Odpowiedzi"/>
              <w:spacing w:before="100" w:beforeAutospacing="1" w:after="100" w:afterAutospacing="1"/>
              <w:rPr>
                <w:bCs/>
                <w:color w:val="auto"/>
                <w:sz w:val="24"/>
                <w:szCs w:val="24"/>
              </w:rPr>
            </w:pPr>
            <w:r w:rsidRPr="0093156C">
              <w:rPr>
                <w:bCs/>
                <w:color w:val="auto"/>
                <w:sz w:val="24"/>
                <w:szCs w:val="24"/>
              </w:rPr>
              <w:t>Psycho</w:t>
            </w:r>
            <w:r w:rsidR="00836893" w:rsidRPr="0093156C">
              <w:rPr>
                <w:bCs/>
                <w:color w:val="auto"/>
                <w:sz w:val="24"/>
                <w:szCs w:val="24"/>
              </w:rPr>
              <w:t>profilaktyka</w:t>
            </w:r>
          </w:p>
        </w:tc>
      </w:tr>
      <w:tr w:rsidR="00034E94" w:rsidRPr="00B40164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B4016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Kod przedmiotu</w:t>
            </w:r>
            <w:r w:rsidR="0085747A" w:rsidRPr="00B40164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B40164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034E94" w:rsidRPr="00B40164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B40164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N</w:t>
            </w:r>
            <w:r w:rsidR="0085747A" w:rsidRPr="00B40164">
              <w:rPr>
                <w:sz w:val="24"/>
                <w:szCs w:val="24"/>
              </w:rPr>
              <w:t>azwa</w:t>
            </w:r>
            <w:r w:rsidR="00C05F44" w:rsidRPr="00B40164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665C3F18" w:rsidR="0085747A" w:rsidRPr="00B40164" w:rsidRDefault="003E4D52" w:rsidP="00FA4D8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34E94" w:rsidRPr="00B40164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24F77703" w:rsidR="0085747A" w:rsidRPr="00B40164" w:rsidRDefault="00FA4D8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34E94" w:rsidRPr="00B40164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B40164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B40164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034E94" w:rsidRPr="00B40164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B4016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61F0E14D" w:rsidR="0085747A" w:rsidRPr="00B40164" w:rsidRDefault="000B4ED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J</w:t>
            </w:r>
            <w:r w:rsidR="008F03B0" w:rsidRPr="00B40164">
              <w:rPr>
                <w:b w:val="0"/>
                <w:color w:val="auto"/>
                <w:sz w:val="24"/>
                <w:szCs w:val="24"/>
              </w:rPr>
              <w:t>ednolite magisterskie</w:t>
            </w:r>
          </w:p>
        </w:tc>
      </w:tr>
      <w:tr w:rsidR="00034E94" w:rsidRPr="00B40164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317E091E" w:rsidR="0085747A" w:rsidRPr="00B40164" w:rsidRDefault="000B4ED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P</w:t>
            </w:r>
            <w:r w:rsidR="008F03B0" w:rsidRPr="00B40164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034E94" w:rsidRPr="00B40164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21658140" w:rsidR="0085747A" w:rsidRPr="00B40164" w:rsidRDefault="000B4ED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B40164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B40164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034E94" w:rsidRPr="00B40164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Rok i semestr</w:t>
            </w:r>
            <w:r w:rsidR="0030395F" w:rsidRPr="00B40164">
              <w:rPr>
                <w:sz w:val="24"/>
                <w:szCs w:val="24"/>
              </w:rPr>
              <w:t>/y</w:t>
            </w:r>
            <w:r w:rsidRPr="00B40164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2FBD5E8" w:rsidR="0085747A" w:rsidRPr="00B40164" w:rsidRDefault="007A5260" w:rsidP="00FA4D8D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Ro</w:t>
            </w:r>
            <w:r w:rsidR="00836893" w:rsidRPr="00B40164">
              <w:rPr>
                <w:b w:val="0"/>
                <w:color w:val="auto"/>
                <w:sz w:val="24"/>
                <w:szCs w:val="24"/>
              </w:rPr>
              <w:t>k IV</w:t>
            </w:r>
            <w:r w:rsidRPr="00B40164">
              <w:rPr>
                <w:b w:val="0"/>
                <w:color w:val="auto"/>
                <w:sz w:val="24"/>
                <w:szCs w:val="24"/>
              </w:rPr>
              <w:t>, semestr</w:t>
            </w:r>
            <w:r w:rsidR="00836893" w:rsidRPr="00B40164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FA4D8D">
              <w:rPr>
                <w:b w:val="0"/>
                <w:color w:val="auto"/>
                <w:sz w:val="24"/>
                <w:szCs w:val="24"/>
              </w:rPr>
              <w:t>7</w:t>
            </w:r>
          </w:p>
        </w:tc>
      </w:tr>
      <w:tr w:rsidR="00034E94" w:rsidRPr="00B40164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41C4D2E" w:rsidR="0085747A" w:rsidRPr="00B40164" w:rsidRDefault="00FD536F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034E94" w:rsidRPr="00B40164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B4016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53268962" w:rsidR="00923D7D" w:rsidRPr="00B40164" w:rsidRDefault="000B4ED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B40164"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B40164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034E94" w:rsidRPr="00B40164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2C0E714C" w:rsidR="0085747A" w:rsidRPr="00B40164" w:rsidRDefault="005B4A7C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612CDF" w:rsidRPr="00B40164">
              <w:rPr>
                <w:b w:val="0"/>
                <w:color w:val="auto"/>
                <w:sz w:val="24"/>
                <w:szCs w:val="24"/>
              </w:rPr>
              <w:t>r Małgorzata Marmola</w:t>
            </w:r>
          </w:p>
        </w:tc>
      </w:tr>
      <w:tr w:rsidR="00034E94" w:rsidRPr="00B40164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B4016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3A3E16BF" w:rsidR="0085747A" w:rsidRPr="00B40164" w:rsidRDefault="005B4A7C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m</w:t>
            </w:r>
            <w:r w:rsidR="00F22038" w:rsidRPr="00B40164">
              <w:rPr>
                <w:b w:val="0"/>
                <w:color w:val="auto"/>
                <w:sz w:val="24"/>
                <w:szCs w:val="24"/>
              </w:rPr>
              <w:t>gr Patrycja Cyran</w:t>
            </w:r>
          </w:p>
        </w:tc>
      </w:tr>
    </w:tbl>
    <w:p w14:paraId="7CA13719" w14:textId="77777777" w:rsidR="00923D7D" w:rsidRPr="00B40164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B40164" w:rsidRDefault="0085747A" w:rsidP="009C54AE">
      <w:pPr>
        <w:pStyle w:val="Podpunkty"/>
        <w:ind w:left="284"/>
        <w:rPr>
          <w:sz w:val="24"/>
          <w:szCs w:val="24"/>
        </w:rPr>
      </w:pPr>
      <w:r w:rsidRPr="00B40164">
        <w:rPr>
          <w:sz w:val="24"/>
          <w:szCs w:val="24"/>
        </w:rPr>
        <w:t>1.</w:t>
      </w:r>
      <w:r w:rsidR="00E22FBC" w:rsidRPr="00B40164">
        <w:rPr>
          <w:sz w:val="24"/>
          <w:szCs w:val="24"/>
        </w:rPr>
        <w:t>1</w:t>
      </w:r>
      <w:r w:rsidRPr="00B40164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B40164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8"/>
        <w:gridCol w:w="767"/>
        <w:gridCol w:w="863"/>
        <w:gridCol w:w="811"/>
        <w:gridCol w:w="733"/>
        <w:gridCol w:w="934"/>
        <w:gridCol w:w="1162"/>
        <w:gridCol w:w="2419"/>
      </w:tblGrid>
      <w:tr w:rsidR="0093156C" w:rsidRPr="00B40164" w14:paraId="1CDF9921" w14:textId="77777777" w:rsidTr="0093156C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Semestr</w:t>
            </w:r>
          </w:p>
          <w:p w14:paraId="69DD9837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(nr)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40164">
              <w:rPr>
                <w:szCs w:val="24"/>
              </w:rPr>
              <w:t>Wykł</w:t>
            </w:r>
            <w:proofErr w:type="spellEnd"/>
            <w:r w:rsidRPr="00B40164">
              <w:rPr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40164">
              <w:rPr>
                <w:szCs w:val="24"/>
              </w:rPr>
              <w:t>Konw</w:t>
            </w:r>
            <w:proofErr w:type="spellEnd"/>
            <w:r w:rsidRPr="00B40164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40164">
              <w:rPr>
                <w:szCs w:val="24"/>
              </w:rPr>
              <w:t>Sem</w:t>
            </w:r>
            <w:proofErr w:type="spellEnd"/>
            <w:r w:rsidRPr="00B40164">
              <w:rPr>
                <w:szCs w:val="24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>ZP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40164">
              <w:rPr>
                <w:szCs w:val="24"/>
              </w:rPr>
              <w:t>Prakt</w:t>
            </w:r>
            <w:proofErr w:type="spellEnd"/>
            <w:r w:rsidRPr="00B40164">
              <w:rPr>
                <w:szCs w:val="24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1B9F6778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0164">
              <w:rPr>
                <w:szCs w:val="24"/>
              </w:rPr>
              <w:t xml:space="preserve">Inne </w:t>
            </w:r>
            <w:r>
              <w:rPr>
                <w:szCs w:val="24"/>
              </w:rPr>
              <w:t>warsztat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93156C" w:rsidRPr="00B40164" w:rsidRDefault="0093156C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40164">
              <w:rPr>
                <w:b/>
                <w:szCs w:val="24"/>
              </w:rPr>
              <w:t>Liczba pkt. ECTS</w:t>
            </w:r>
          </w:p>
        </w:tc>
      </w:tr>
      <w:tr w:rsidR="0093156C" w:rsidRPr="00B40164" w14:paraId="6D3081D3" w14:textId="77777777" w:rsidTr="0093156C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31B7F5EE" w:rsidR="0093156C" w:rsidRPr="00B40164" w:rsidRDefault="00FA4D8D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5CF14164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3F27CAC2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157AC73E" w:rsidR="0093156C" w:rsidRPr="00B40164" w:rsidRDefault="0093156C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6A0B07E7" w14:textId="77777777" w:rsidR="00923D7D" w:rsidRPr="00B40164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B4016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40164">
        <w:rPr>
          <w:smallCaps w:val="0"/>
          <w:szCs w:val="24"/>
        </w:rPr>
        <w:t>1.</w:t>
      </w:r>
      <w:r w:rsidR="00E22FBC" w:rsidRPr="00B40164">
        <w:rPr>
          <w:smallCaps w:val="0"/>
          <w:szCs w:val="24"/>
        </w:rPr>
        <w:t>2</w:t>
      </w:r>
      <w:r w:rsidR="00F83B28" w:rsidRPr="00B40164">
        <w:rPr>
          <w:smallCaps w:val="0"/>
          <w:szCs w:val="24"/>
        </w:rPr>
        <w:t>.</w:t>
      </w:r>
      <w:r w:rsidR="00F83B28" w:rsidRPr="00B40164">
        <w:rPr>
          <w:smallCaps w:val="0"/>
          <w:szCs w:val="24"/>
        </w:rPr>
        <w:tab/>
      </w:r>
      <w:r w:rsidRPr="00B40164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B40164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40164">
        <w:rPr>
          <w:rFonts w:eastAsia="MS Gothic"/>
          <w:b w:val="0"/>
          <w:szCs w:val="24"/>
          <w:u w:val="single"/>
        </w:rPr>
        <w:t>X</w:t>
      </w:r>
      <w:r w:rsidR="0085747A" w:rsidRPr="00B40164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B40164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40164">
        <w:rPr>
          <w:rFonts w:ascii="Segoe UI Symbol" w:eastAsia="MS Gothic" w:hAnsi="Segoe UI Symbol" w:cs="Segoe UI Symbol"/>
          <w:b w:val="0"/>
          <w:szCs w:val="24"/>
        </w:rPr>
        <w:t>☐</w:t>
      </w:r>
      <w:r w:rsidRPr="00B40164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B40164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614242D" w14:textId="76BE961A" w:rsidR="00E22FBC" w:rsidRPr="00B4016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B40164">
        <w:rPr>
          <w:smallCaps w:val="0"/>
          <w:szCs w:val="24"/>
        </w:rPr>
        <w:t xml:space="preserve">1.3 </w:t>
      </w:r>
      <w:r w:rsidR="00F83B28" w:rsidRPr="00B40164">
        <w:rPr>
          <w:smallCaps w:val="0"/>
          <w:szCs w:val="24"/>
        </w:rPr>
        <w:tab/>
      </w:r>
      <w:r w:rsidRPr="00B40164">
        <w:rPr>
          <w:smallCaps w:val="0"/>
          <w:szCs w:val="24"/>
        </w:rPr>
        <w:t>For</w:t>
      </w:r>
      <w:r w:rsidR="00445970" w:rsidRPr="00B40164">
        <w:rPr>
          <w:smallCaps w:val="0"/>
          <w:szCs w:val="24"/>
        </w:rPr>
        <w:t xml:space="preserve">ma zaliczenia przedmiotu </w:t>
      </w:r>
      <w:r w:rsidRPr="00B40164">
        <w:rPr>
          <w:smallCaps w:val="0"/>
          <w:szCs w:val="24"/>
        </w:rPr>
        <w:t xml:space="preserve"> (z toku) </w:t>
      </w:r>
    </w:p>
    <w:p w14:paraId="1DBC9FE7" w14:textId="1E6B0C02" w:rsidR="007916D1" w:rsidRPr="0093156C" w:rsidRDefault="00836893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93156C">
        <w:rPr>
          <w:b w:val="0"/>
          <w:bCs/>
          <w:smallCaps w:val="0"/>
          <w:szCs w:val="24"/>
        </w:rPr>
        <w:t>Zaliczenie z oceną</w:t>
      </w:r>
    </w:p>
    <w:p w14:paraId="684F1451" w14:textId="77777777" w:rsidR="009C54AE" w:rsidRPr="00B40164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B40164" w:rsidRDefault="0085747A" w:rsidP="009C54AE">
      <w:pPr>
        <w:pStyle w:val="Punktygwne"/>
        <w:spacing w:before="0" w:after="0"/>
        <w:rPr>
          <w:szCs w:val="24"/>
        </w:rPr>
      </w:pPr>
      <w:r w:rsidRPr="00B40164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0164" w14:paraId="3ACBBF9A" w14:textId="77777777" w:rsidTr="00745302">
        <w:tc>
          <w:tcPr>
            <w:tcW w:w="9670" w:type="dxa"/>
          </w:tcPr>
          <w:p w14:paraId="4A97C0C9" w14:textId="71F47ABD" w:rsidR="0085747A" w:rsidRPr="00B40164" w:rsidRDefault="00E0061E" w:rsidP="0093156C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Wiedza psychologiczna z lat studiów I - III</w:t>
            </w:r>
          </w:p>
        </w:tc>
      </w:tr>
    </w:tbl>
    <w:p w14:paraId="358255F5" w14:textId="77777777" w:rsidR="00153C41" w:rsidRPr="00B40164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77777777" w:rsidR="0085747A" w:rsidRPr="00B40164" w:rsidRDefault="0071620A" w:rsidP="009C54AE">
      <w:pPr>
        <w:pStyle w:val="Punktygwne"/>
        <w:spacing w:before="0" w:after="0"/>
        <w:rPr>
          <w:szCs w:val="24"/>
        </w:rPr>
      </w:pPr>
      <w:r w:rsidRPr="00B40164">
        <w:rPr>
          <w:szCs w:val="24"/>
        </w:rPr>
        <w:t>3.</w:t>
      </w:r>
      <w:r w:rsidR="0085747A" w:rsidRPr="00B40164">
        <w:rPr>
          <w:szCs w:val="24"/>
        </w:rPr>
        <w:t xml:space="preserve"> </w:t>
      </w:r>
      <w:r w:rsidR="00A84C85" w:rsidRPr="00B40164">
        <w:rPr>
          <w:szCs w:val="24"/>
        </w:rPr>
        <w:t>cele, efekty uczenia się</w:t>
      </w:r>
      <w:r w:rsidR="0085747A" w:rsidRPr="00B40164">
        <w:rPr>
          <w:szCs w:val="24"/>
        </w:rPr>
        <w:t xml:space="preserve"> , treści Programowe i stosowane metody Dydaktyczne</w:t>
      </w:r>
    </w:p>
    <w:p w14:paraId="7ABBEA25" w14:textId="77777777" w:rsidR="0085747A" w:rsidRPr="00B40164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B40164" w:rsidRDefault="0071620A" w:rsidP="009C54AE">
      <w:pPr>
        <w:pStyle w:val="Podpunkty"/>
        <w:rPr>
          <w:sz w:val="24"/>
          <w:szCs w:val="24"/>
        </w:rPr>
      </w:pPr>
      <w:r w:rsidRPr="00B40164">
        <w:rPr>
          <w:sz w:val="24"/>
          <w:szCs w:val="24"/>
        </w:rPr>
        <w:t xml:space="preserve">3.1 </w:t>
      </w:r>
      <w:r w:rsidR="00C05F44" w:rsidRPr="00B40164">
        <w:rPr>
          <w:sz w:val="24"/>
          <w:szCs w:val="24"/>
        </w:rPr>
        <w:t>Cele przedmiotu</w:t>
      </w:r>
    </w:p>
    <w:p w14:paraId="5D332E54" w14:textId="77777777" w:rsidR="00D35B76" w:rsidRPr="00B40164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034E94" w:rsidRPr="00B40164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B40164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016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4FC65487" w:rsidR="00D35B76" w:rsidRPr="00B40164" w:rsidRDefault="00242B47" w:rsidP="00E174F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Dostarczenie </w:t>
            </w:r>
            <w:r w:rsidR="00034E94"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obszernej </w:t>
            </w: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wiedzy </w:t>
            </w:r>
            <w:r w:rsidR="00C94BD4"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na temat praktycznych </w:t>
            </w: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94BD4" w:rsidRPr="00B40164">
              <w:rPr>
                <w:rFonts w:ascii="Times New Roman" w:hAnsi="Times New Roman"/>
                <w:bCs/>
                <w:sz w:val="24"/>
                <w:szCs w:val="24"/>
              </w:rPr>
              <w:t>działań i form  profilaktycznych wykorzystywanych w pracy dziećmi i młodzieżą.</w:t>
            </w:r>
          </w:p>
        </w:tc>
      </w:tr>
      <w:tr w:rsidR="00034E94" w:rsidRPr="00B40164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B40164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40164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48DD98BC" w:rsidR="00D35B76" w:rsidRPr="00B40164" w:rsidRDefault="00C94BD4" w:rsidP="003A6D8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Wskazanie istoty przestrzegania zasad oraz norm etyki zawodowej w podejmowanych działania psychoprofilaktycznych w poszczególnych grupach społecznych </w:t>
            </w:r>
          </w:p>
        </w:tc>
      </w:tr>
      <w:tr w:rsidR="00034E94" w:rsidRPr="00B40164" w14:paraId="08577DEC" w14:textId="77777777" w:rsidTr="00D3212A">
        <w:tc>
          <w:tcPr>
            <w:tcW w:w="672" w:type="dxa"/>
            <w:vAlign w:val="center"/>
          </w:tcPr>
          <w:p w14:paraId="06070AD5" w14:textId="77777777" w:rsidR="00C94BD4" w:rsidRPr="00B40164" w:rsidRDefault="00C94BD4" w:rsidP="00C94BD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0164">
              <w:rPr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956" w:type="dxa"/>
            <w:vAlign w:val="center"/>
          </w:tcPr>
          <w:p w14:paraId="7E5B1C3E" w14:textId="5104AAA6" w:rsidR="00C94BD4" w:rsidRPr="00B40164" w:rsidRDefault="00C94BD4" w:rsidP="00C94BD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Zapoznanie z </w:t>
            </w:r>
            <w:r w:rsidR="00411550" w:rsidRPr="00B40164">
              <w:rPr>
                <w:rFonts w:ascii="Times New Roman" w:hAnsi="Times New Roman"/>
                <w:bCs/>
                <w:sz w:val="24"/>
                <w:szCs w:val="24"/>
              </w:rPr>
              <w:t xml:space="preserve">metodami wykorzystywanymi w projektowaniu i realizowaniu procesów psychoprofilaktycznych </w:t>
            </w:r>
          </w:p>
        </w:tc>
      </w:tr>
      <w:tr w:rsidR="00034E94" w:rsidRPr="00B40164" w14:paraId="12D65A98" w14:textId="77777777" w:rsidTr="00D3212A">
        <w:tc>
          <w:tcPr>
            <w:tcW w:w="672" w:type="dxa"/>
            <w:vAlign w:val="center"/>
          </w:tcPr>
          <w:p w14:paraId="1F8682E7" w14:textId="77777777" w:rsidR="00C94BD4" w:rsidRPr="00B40164" w:rsidRDefault="00C94BD4" w:rsidP="00C94BD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0164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2819617D" w:rsidR="00C94BD4" w:rsidRPr="00B40164" w:rsidRDefault="00C94BD4" w:rsidP="00C94BD4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B40164">
              <w:rPr>
                <w:b w:val="0"/>
                <w:bCs/>
                <w:sz w:val="24"/>
                <w:szCs w:val="24"/>
              </w:rPr>
              <w:t xml:space="preserve"> </w:t>
            </w:r>
            <w:r w:rsidR="0031366D" w:rsidRPr="00B40164">
              <w:rPr>
                <w:b w:val="0"/>
                <w:bCs/>
                <w:sz w:val="24"/>
                <w:szCs w:val="24"/>
              </w:rPr>
              <w:t xml:space="preserve">Uwrażliwienie na istotę dostosowania działań psychoprofilaktycznych </w:t>
            </w:r>
            <w:r w:rsidR="00F17D7B" w:rsidRPr="00B40164">
              <w:rPr>
                <w:b w:val="0"/>
                <w:bCs/>
                <w:sz w:val="24"/>
                <w:szCs w:val="24"/>
              </w:rPr>
              <w:t xml:space="preserve">z </w:t>
            </w:r>
            <w:r w:rsidR="0031366D" w:rsidRPr="00B40164">
              <w:rPr>
                <w:b w:val="0"/>
                <w:bCs/>
                <w:sz w:val="24"/>
                <w:szCs w:val="24"/>
              </w:rPr>
              <w:t>uwzględnieniem funkcjonowania biologicznego, psychologicznego oraz społecznego jednostki</w:t>
            </w:r>
          </w:p>
        </w:tc>
      </w:tr>
      <w:tr w:rsidR="001E7CA2" w:rsidRPr="00B40164" w14:paraId="7AFB5D7E" w14:textId="77777777" w:rsidTr="00D3212A">
        <w:tc>
          <w:tcPr>
            <w:tcW w:w="672" w:type="dxa"/>
            <w:vAlign w:val="center"/>
          </w:tcPr>
          <w:p w14:paraId="2E427E20" w14:textId="373AAA41" w:rsidR="001E7CA2" w:rsidRPr="00B40164" w:rsidRDefault="001E7CA2" w:rsidP="00C94BD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0164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47ED7056" w14:textId="6C73A417" w:rsidR="001E7CA2" w:rsidRPr="00B40164" w:rsidRDefault="00034E94" w:rsidP="00C94BD4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40164">
              <w:rPr>
                <w:b w:val="0"/>
                <w:bCs/>
                <w:sz w:val="24"/>
                <w:szCs w:val="24"/>
              </w:rPr>
              <w:t>Dostarczenie kompetencji do elementarnych działań z zakresu psychoprofilaktyki</w:t>
            </w:r>
          </w:p>
        </w:tc>
      </w:tr>
    </w:tbl>
    <w:p w14:paraId="33CEF8A8" w14:textId="77777777" w:rsidR="00D35B76" w:rsidRPr="00B40164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B40164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B40164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B40164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034E94" w:rsidRPr="00B40164" w14:paraId="4A76D71B" w14:textId="77777777" w:rsidTr="00E174FD">
        <w:tc>
          <w:tcPr>
            <w:tcW w:w="1701" w:type="dxa"/>
          </w:tcPr>
          <w:p w14:paraId="6B62B06F" w14:textId="4B159B7F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smallCaps w:val="0"/>
                <w:szCs w:val="24"/>
              </w:rPr>
              <w:t>EK</w:t>
            </w:r>
            <w:r w:rsidRPr="00B40164">
              <w:rPr>
                <w:b w:val="0"/>
                <w:smallCaps w:val="0"/>
                <w:szCs w:val="24"/>
              </w:rPr>
              <w:t xml:space="preserve"> (efekt </w:t>
            </w:r>
            <w:r w:rsidR="0093156C">
              <w:rPr>
                <w:b w:val="0"/>
                <w:smallCaps w:val="0"/>
                <w:szCs w:val="24"/>
              </w:rPr>
              <w:t>uczenia się</w:t>
            </w:r>
            <w:r w:rsidRPr="00B40164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53C5D2FF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Treść efektu </w:t>
            </w:r>
            <w:r w:rsidR="0093156C">
              <w:rPr>
                <w:b w:val="0"/>
                <w:smallCaps w:val="0"/>
                <w:szCs w:val="24"/>
              </w:rPr>
              <w:t>uczenia się</w:t>
            </w:r>
            <w:r w:rsidRPr="00B40164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B40164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B40164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B40164">
              <w:rPr>
                <w:smallCaps w:val="0"/>
                <w:szCs w:val="24"/>
              </w:rPr>
              <w:t>(KEK)</w:t>
            </w:r>
          </w:p>
        </w:tc>
      </w:tr>
      <w:tr w:rsidR="00034E94" w:rsidRPr="00B40164" w14:paraId="3AAF83CC" w14:textId="77777777" w:rsidTr="00E174FD">
        <w:tc>
          <w:tcPr>
            <w:tcW w:w="1701" w:type="dxa"/>
          </w:tcPr>
          <w:p w14:paraId="4C2709A3" w14:textId="77777777" w:rsidR="00D35B76" w:rsidRPr="00B40164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CA4017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809872D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367CCE21" w:rsidR="00D35B76" w:rsidRPr="00B40164" w:rsidRDefault="007A6B25" w:rsidP="008D3E28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Ma rozszerzoną wiedzę o celach, organizacji i funkcjonowaniu instytucji edukacyjnych, diagnostycznych, pomocowych i terapeutycznych, realizujących zadania z zakresu psychoprofilaktyki</w:t>
            </w:r>
          </w:p>
        </w:tc>
        <w:tc>
          <w:tcPr>
            <w:tcW w:w="1873" w:type="dxa"/>
          </w:tcPr>
          <w:p w14:paraId="08B4D376" w14:textId="55B584C2" w:rsidR="00712EAE" w:rsidRPr="00B40164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K_W</w:t>
            </w:r>
            <w:r w:rsidR="007A6B25" w:rsidRPr="00B40164">
              <w:rPr>
                <w:b w:val="0"/>
                <w:smallCaps w:val="0"/>
                <w:szCs w:val="24"/>
              </w:rPr>
              <w:t>17</w:t>
            </w:r>
          </w:p>
          <w:p w14:paraId="1C210AFE" w14:textId="77777777" w:rsidR="00D35B76" w:rsidRPr="00B40164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034E94" w:rsidRPr="00B40164" w14:paraId="2DB1C905" w14:textId="77777777" w:rsidTr="00E174FD">
        <w:tc>
          <w:tcPr>
            <w:tcW w:w="1701" w:type="dxa"/>
          </w:tcPr>
          <w:p w14:paraId="7A5FF48F" w14:textId="77777777" w:rsidR="00712EAE" w:rsidRPr="00B40164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23DF6BA4" w:rsidR="00D35B76" w:rsidRPr="00B40164" w:rsidRDefault="00D40C67" w:rsidP="00E9338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Ma pogłębioną i uporządkowaną wiedzę o różnych środowiskach wychowawczych</w:t>
            </w:r>
            <w:r w:rsidR="00E0061E" w:rsidRPr="00B4016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34E94" w:rsidRPr="00B40164">
              <w:rPr>
                <w:rFonts w:ascii="Times New Roman" w:hAnsi="Times New Roman" w:cs="Times New Roman"/>
                <w:color w:val="auto"/>
              </w:rPr>
              <w:t>w kontekście</w:t>
            </w:r>
            <w:r w:rsidR="00E0061E" w:rsidRPr="00B40164">
              <w:rPr>
                <w:rFonts w:ascii="Times New Roman" w:hAnsi="Times New Roman" w:cs="Times New Roman"/>
                <w:color w:val="auto"/>
              </w:rPr>
              <w:t xml:space="preserve"> roli</w:t>
            </w:r>
            <w:r w:rsidR="00034E94" w:rsidRPr="00B40164">
              <w:rPr>
                <w:rFonts w:ascii="Times New Roman" w:hAnsi="Times New Roman" w:cs="Times New Roman"/>
                <w:color w:val="auto"/>
              </w:rPr>
              <w:t xml:space="preserve"> i zakresu</w:t>
            </w:r>
            <w:r w:rsidR="00E0061E" w:rsidRPr="00B40164">
              <w:rPr>
                <w:rFonts w:ascii="Times New Roman" w:hAnsi="Times New Roman" w:cs="Times New Roman"/>
                <w:color w:val="auto"/>
              </w:rPr>
              <w:t xml:space="preserve"> działań z zakresu psychoprofilaktyki</w:t>
            </w:r>
          </w:p>
        </w:tc>
        <w:tc>
          <w:tcPr>
            <w:tcW w:w="1873" w:type="dxa"/>
          </w:tcPr>
          <w:p w14:paraId="156DBB29" w14:textId="7E2AD126" w:rsidR="00D35B76" w:rsidRPr="00B40164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K_W</w:t>
            </w:r>
            <w:r w:rsidR="00D40C67" w:rsidRPr="00B40164">
              <w:rPr>
                <w:rFonts w:ascii="Times New Roman" w:hAnsi="Times New Roman" w:cs="Times New Roman"/>
                <w:color w:val="auto"/>
              </w:rPr>
              <w:t>20</w:t>
            </w:r>
          </w:p>
        </w:tc>
      </w:tr>
      <w:tr w:rsidR="00034E94" w:rsidRPr="00B40164" w14:paraId="13B70BE6" w14:textId="77777777" w:rsidTr="00E174FD">
        <w:tc>
          <w:tcPr>
            <w:tcW w:w="1701" w:type="dxa"/>
          </w:tcPr>
          <w:p w14:paraId="18799657" w14:textId="77777777" w:rsidR="00712EAE" w:rsidRPr="00B40164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B40164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5A8C05F0" w:rsidR="00D35B76" w:rsidRPr="00B40164" w:rsidRDefault="005173AA" w:rsidP="00C21B3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Krytycznie analizuje </w:t>
            </w:r>
            <w:r w:rsidR="00D40C67" w:rsidRPr="00B40164">
              <w:rPr>
                <w:rFonts w:ascii="Times New Roman" w:hAnsi="Times New Roman" w:cs="Times New Roman"/>
                <w:color w:val="auto"/>
              </w:rPr>
              <w:t xml:space="preserve"> problemy specyficzne dla różnych rodzajów dysfunkcji w rodzinie</w:t>
            </w:r>
            <w:r w:rsidR="00FE2642" w:rsidRPr="00B40164">
              <w:rPr>
                <w:rFonts w:ascii="Times New Roman" w:hAnsi="Times New Roman" w:cs="Times New Roman"/>
                <w:color w:val="auto"/>
              </w:rPr>
              <w:t xml:space="preserve"> i podjąć</w:t>
            </w:r>
            <w:r w:rsidR="00034E94" w:rsidRPr="00B40164">
              <w:rPr>
                <w:rFonts w:ascii="Times New Roman" w:hAnsi="Times New Roman" w:cs="Times New Roman"/>
                <w:color w:val="auto"/>
              </w:rPr>
              <w:t xml:space="preserve"> podstawowe</w:t>
            </w:r>
            <w:r w:rsidR="00FE2642" w:rsidRPr="00B40164">
              <w:rPr>
                <w:rFonts w:ascii="Times New Roman" w:hAnsi="Times New Roman" w:cs="Times New Roman"/>
                <w:color w:val="auto"/>
              </w:rPr>
              <w:t xml:space="preserve"> działania o charakterze psychoprofilaktycznym</w:t>
            </w:r>
          </w:p>
        </w:tc>
        <w:tc>
          <w:tcPr>
            <w:tcW w:w="1873" w:type="dxa"/>
          </w:tcPr>
          <w:p w14:paraId="0AE1CE61" w14:textId="7EFC3BCD" w:rsidR="00D35B76" w:rsidRPr="00B40164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K_U0</w:t>
            </w:r>
            <w:r w:rsidR="00D40C67" w:rsidRPr="00B40164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034E94" w:rsidRPr="00B40164" w14:paraId="5F2BB7B7" w14:textId="77777777" w:rsidTr="00E174FD">
        <w:tc>
          <w:tcPr>
            <w:tcW w:w="1701" w:type="dxa"/>
          </w:tcPr>
          <w:p w14:paraId="705033EB" w14:textId="77777777" w:rsidR="00712EAE" w:rsidRPr="00B40164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B40164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06A5A0E7" w:rsidR="00D35B76" w:rsidRPr="00B40164" w:rsidRDefault="00D40C67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Potrafi samodzielnie</w:t>
            </w:r>
            <w:r w:rsidR="00FE2642" w:rsidRPr="00B40164">
              <w:rPr>
                <w:rFonts w:ascii="Times New Roman" w:hAnsi="Times New Roman" w:cs="Times New Roman"/>
                <w:color w:val="auto"/>
              </w:rPr>
              <w:t xml:space="preserve"> podejmować </w:t>
            </w:r>
            <w:r w:rsidR="00034E94" w:rsidRPr="00B40164">
              <w:rPr>
                <w:rFonts w:ascii="Times New Roman" w:hAnsi="Times New Roman" w:cs="Times New Roman"/>
                <w:color w:val="auto"/>
              </w:rPr>
              <w:t xml:space="preserve">podstawowe </w:t>
            </w:r>
            <w:r w:rsidR="00FE2642" w:rsidRPr="00B40164">
              <w:rPr>
                <w:rFonts w:ascii="Times New Roman" w:hAnsi="Times New Roman" w:cs="Times New Roman"/>
                <w:color w:val="auto"/>
              </w:rPr>
              <w:t>działania o charakterze psychoprofilaktycznym</w:t>
            </w:r>
            <w:r w:rsidRPr="00B40164">
              <w:rPr>
                <w:rFonts w:ascii="Times New Roman" w:hAnsi="Times New Roman" w:cs="Times New Roman"/>
                <w:color w:val="auto"/>
              </w:rPr>
              <w:t xml:space="preserve"> w obszarze życia psychicznego dzieci i młodzieży </w:t>
            </w:r>
          </w:p>
        </w:tc>
        <w:tc>
          <w:tcPr>
            <w:tcW w:w="1873" w:type="dxa"/>
          </w:tcPr>
          <w:p w14:paraId="4381D21E" w14:textId="77777777" w:rsidR="00D35B76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</w:t>
            </w:r>
            <w:r w:rsidR="00D40C67" w:rsidRPr="00B40164">
              <w:rPr>
                <w:rFonts w:ascii="Times New Roman" w:hAnsi="Times New Roman" w:cs="Times New Roman"/>
                <w:color w:val="auto"/>
              </w:rPr>
              <w:t>U10</w:t>
            </w:r>
          </w:p>
          <w:p w14:paraId="608B6843" w14:textId="221F1995" w:rsidR="00DA7359" w:rsidRPr="00B40164" w:rsidRDefault="00DA7359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smallCaps/>
                <w:color w:val="auto"/>
              </w:rPr>
              <w:t>K_U55</w:t>
            </w:r>
          </w:p>
        </w:tc>
      </w:tr>
      <w:tr w:rsidR="007A4DB4" w:rsidRPr="00B40164" w14:paraId="58C243F5" w14:textId="77777777" w:rsidTr="00E174FD">
        <w:tc>
          <w:tcPr>
            <w:tcW w:w="1701" w:type="dxa"/>
          </w:tcPr>
          <w:p w14:paraId="4E7A207E" w14:textId="77777777" w:rsidR="005173AA" w:rsidRPr="00B40164" w:rsidRDefault="005173AA" w:rsidP="005173A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EK_05</w:t>
            </w:r>
          </w:p>
          <w:p w14:paraId="013AF414" w14:textId="77777777" w:rsidR="007A4DB4" w:rsidRPr="00B40164" w:rsidRDefault="007A4DB4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4DB26008" w14:textId="5C968D99" w:rsidR="007A4DB4" w:rsidRPr="005173AA" w:rsidRDefault="007A4DB4" w:rsidP="009B5CC9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5173AA">
              <w:rPr>
                <w:rFonts w:ascii="Times New Roman" w:hAnsi="Times New Roman" w:cs="Times New Roman"/>
                <w:color w:val="auto"/>
              </w:rPr>
              <w:t>Potrafi s</w:t>
            </w:r>
            <w:r w:rsidR="005173AA" w:rsidRPr="005173AA">
              <w:rPr>
                <w:rFonts w:ascii="Times New Roman" w:hAnsi="Times New Roman" w:cs="Times New Roman"/>
                <w:color w:val="auto"/>
              </w:rPr>
              <w:t>amodzielnie</w:t>
            </w:r>
            <w:r w:rsidRPr="005173AA">
              <w:rPr>
                <w:rFonts w:ascii="Times New Roman" w:hAnsi="Times New Roman" w:cs="Times New Roman"/>
                <w:color w:val="auto"/>
              </w:rPr>
              <w:t xml:space="preserve"> organizować działania mające na celu efektywne funkcjonowanie społeczne oraz zapobieganie </w:t>
            </w:r>
            <w:proofErr w:type="spellStart"/>
            <w:r w:rsidRPr="005173AA">
              <w:rPr>
                <w:rFonts w:ascii="Times New Roman" w:hAnsi="Times New Roman" w:cs="Times New Roman"/>
                <w:color w:val="auto"/>
              </w:rPr>
              <w:t>zachowaniom</w:t>
            </w:r>
            <w:proofErr w:type="spellEnd"/>
            <w:r w:rsidRPr="005173AA">
              <w:rPr>
                <w:rFonts w:ascii="Times New Roman" w:hAnsi="Times New Roman" w:cs="Times New Roman"/>
                <w:color w:val="auto"/>
              </w:rPr>
              <w:t xml:space="preserve"> antyspołecznym w określonych środowiskach</w:t>
            </w:r>
          </w:p>
        </w:tc>
        <w:tc>
          <w:tcPr>
            <w:tcW w:w="1873" w:type="dxa"/>
          </w:tcPr>
          <w:p w14:paraId="4F1AF8A9" w14:textId="47A75B37" w:rsidR="007A4DB4" w:rsidRPr="00B40164" w:rsidRDefault="007A4DB4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K_U51</w:t>
            </w:r>
          </w:p>
        </w:tc>
      </w:tr>
      <w:tr w:rsidR="00034E94" w:rsidRPr="00B40164" w14:paraId="00B57783" w14:textId="77777777" w:rsidTr="00E174FD">
        <w:tc>
          <w:tcPr>
            <w:tcW w:w="1701" w:type="dxa"/>
          </w:tcPr>
          <w:p w14:paraId="406B739D" w14:textId="77777777" w:rsidR="005173AA" w:rsidRPr="00B40164" w:rsidRDefault="005173AA" w:rsidP="005173A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EK_06</w:t>
            </w:r>
          </w:p>
          <w:p w14:paraId="141532BD" w14:textId="77777777" w:rsidR="00D40C67" w:rsidRPr="00B40164" w:rsidRDefault="00D40C67" w:rsidP="005173A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C482D4B" w14:textId="670DD119" w:rsidR="00D40C67" w:rsidRPr="00B40164" w:rsidRDefault="00FE2642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Jest gotowy do popularyzacji wiedzy z zakresu psychoprofilaktyki w formie szkoleń dla rodziców, nauczycieli, pedagogów</w:t>
            </w:r>
          </w:p>
        </w:tc>
        <w:tc>
          <w:tcPr>
            <w:tcW w:w="1873" w:type="dxa"/>
          </w:tcPr>
          <w:p w14:paraId="47FE454D" w14:textId="7086844E" w:rsidR="00D40C67" w:rsidRPr="00B40164" w:rsidRDefault="00D40C67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K_K05</w:t>
            </w:r>
          </w:p>
        </w:tc>
      </w:tr>
      <w:tr w:rsidR="00034E94" w:rsidRPr="00B40164" w14:paraId="4E1B3409" w14:textId="77777777" w:rsidTr="00E174FD">
        <w:tc>
          <w:tcPr>
            <w:tcW w:w="1701" w:type="dxa"/>
          </w:tcPr>
          <w:p w14:paraId="3FD0BD59" w14:textId="377665B9" w:rsidR="00D40C67" w:rsidRPr="00B40164" w:rsidRDefault="005173AA" w:rsidP="005173A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FCC8FD" w14:textId="4273A0EE" w:rsidR="00D40C67" w:rsidRPr="00B40164" w:rsidRDefault="00317F0E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 xml:space="preserve">Jest </w:t>
            </w:r>
            <w:r w:rsidR="00CA4242">
              <w:rPr>
                <w:rFonts w:ascii="Times New Roman" w:hAnsi="Times New Roman" w:cs="Times New Roman"/>
                <w:color w:val="auto"/>
              </w:rPr>
              <w:t>przygotowany do działań</w:t>
            </w:r>
            <w:r w:rsidRPr="00B40164">
              <w:rPr>
                <w:rFonts w:ascii="Times New Roman" w:hAnsi="Times New Roman" w:cs="Times New Roman"/>
                <w:color w:val="auto"/>
              </w:rPr>
              <w:t xml:space="preserve"> mających na celu zwiększenie komfortu psychofizycznego dzieci, młodzieży</w:t>
            </w:r>
          </w:p>
        </w:tc>
        <w:tc>
          <w:tcPr>
            <w:tcW w:w="1873" w:type="dxa"/>
          </w:tcPr>
          <w:p w14:paraId="0DB75A98" w14:textId="6B78AA9F" w:rsidR="00D40C67" w:rsidRPr="00B40164" w:rsidRDefault="00D40C67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B40164">
              <w:rPr>
                <w:rFonts w:ascii="Times New Roman" w:hAnsi="Times New Roman" w:cs="Times New Roman"/>
                <w:color w:val="auto"/>
              </w:rPr>
              <w:t>K_K09</w:t>
            </w:r>
          </w:p>
        </w:tc>
      </w:tr>
    </w:tbl>
    <w:p w14:paraId="5E5DC7B9" w14:textId="77777777" w:rsidR="0085747A" w:rsidRPr="00B4016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B40164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40164">
        <w:rPr>
          <w:rFonts w:ascii="Times New Roman" w:hAnsi="Times New Roman"/>
          <w:b/>
          <w:sz w:val="24"/>
          <w:szCs w:val="24"/>
        </w:rPr>
        <w:t>3.3</w:t>
      </w:r>
      <w:r w:rsidR="001D7B54" w:rsidRPr="00B40164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B40164">
        <w:rPr>
          <w:rFonts w:ascii="Times New Roman" w:hAnsi="Times New Roman"/>
          <w:b/>
          <w:sz w:val="24"/>
          <w:szCs w:val="24"/>
        </w:rPr>
        <w:t>T</w:t>
      </w:r>
      <w:r w:rsidR="001D7B54" w:rsidRPr="00B40164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B40164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B4016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034E94" w:rsidRPr="00B40164" w14:paraId="45AE25BE" w14:textId="77777777" w:rsidTr="00B40164">
        <w:tc>
          <w:tcPr>
            <w:tcW w:w="9236" w:type="dxa"/>
          </w:tcPr>
          <w:p w14:paraId="75EAA44D" w14:textId="77777777" w:rsidR="00B56E1F" w:rsidRPr="00B40164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034E94" w:rsidRPr="00B40164" w14:paraId="7E2C3E29" w14:textId="77777777" w:rsidTr="00B40164">
        <w:tc>
          <w:tcPr>
            <w:tcW w:w="9236" w:type="dxa"/>
          </w:tcPr>
          <w:p w14:paraId="44EAC8F5" w14:textId="180EC7D9" w:rsidR="00B56E1F" w:rsidRPr="00B40164" w:rsidRDefault="0075452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571C5F52" w14:textId="77777777" w:rsidR="0085747A" w:rsidRPr="00B40164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81B8C2" w14:textId="77777777" w:rsidR="0085747A" w:rsidRPr="00B4016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0164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B40164">
        <w:rPr>
          <w:rFonts w:ascii="Times New Roman" w:hAnsi="Times New Roman"/>
          <w:sz w:val="24"/>
          <w:szCs w:val="24"/>
        </w:rPr>
        <w:t xml:space="preserve">, </w:t>
      </w:r>
      <w:r w:rsidRPr="00B40164">
        <w:rPr>
          <w:rFonts w:ascii="Times New Roman" w:hAnsi="Times New Roman"/>
          <w:sz w:val="24"/>
          <w:szCs w:val="24"/>
        </w:rPr>
        <w:t xml:space="preserve">zajęć praktycznych </w:t>
      </w:r>
    </w:p>
    <w:p w14:paraId="6999E0DC" w14:textId="77777777" w:rsidR="0085747A" w:rsidRPr="00B40164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34E94" w:rsidRPr="00B40164" w14:paraId="71BA15D0" w14:textId="77777777" w:rsidTr="00923D7D">
        <w:tc>
          <w:tcPr>
            <w:tcW w:w="9639" w:type="dxa"/>
          </w:tcPr>
          <w:p w14:paraId="4F5457D3" w14:textId="77777777" w:rsidR="0085747A" w:rsidRPr="00B4016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034E94" w:rsidRPr="00B40164" w14:paraId="5CDAB37D" w14:textId="77777777" w:rsidTr="00923D7D">
        <w:tc>
          <w:tcPr>
            <w:tcW w:w="9639" w:type="dxa"/>
          </w:tcPr>
          <w:p w14:paraId="0AE3B671" w14:textId="3CC9D950" w:rsidR="0085747A" w:rsidRPr="00B40164" w:rsidRDefault="008107A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Współczesne konteksty zagrożeń społecznych i ich rozpoznawanie. </w:t>
            </w:r>
            <w:r w:rsidR="00AE51B2" w:rsidRPr="00B40164">
              <w:rPr>
                <w:rFonts w:ascii="Times New Roman" w:hAnsi="Times New Roman"/>
                <w:sz w:val="24"/>
                <w:szCs w:val="24"/>
              </w:rPr>
              <w:t>Działania psychoprofilaktyczne w różnych grupach społecznych</w:t>
            </w:r>
          </w:p>
        </w:tc>
      </w:tr>
      <w:tr w:rsidR="00670720" w:rsidRPr="00B40164" w14:paraId="3C699CE0" w14:textId="77777777" w:rsidTr="00923D7D">
        <w:tc>
          <w:tcPr>
            <w:tcW w:w="9639" w:type="dxa"/>
          </w:tcPr>
          <w:p w14:paraId="75B5040F" w14:textId="61E74449" w:rsidR="00670720" w:rsidRPr="00B40164" w:rsidRDefault="0067072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Psychoprofilaktyka pierwszo-, drugo- i trzeciorzędowa a specyfika grup</w:t>
            </w:r>
            <w:r w:rsidR="008107A0">
              <w:rPr>
                <w:rFonts w:ascii="Times New Roman" w:hAnsi="Times New Roman"/>
                <w:sz w:val="24"/>
                <w:szCs w:val="24"/>
              </w:rPr>
              <w:t>. Rozpoznawanie czynników ryzyka</w:t>
            </w:r>
          </w:p>
        </w:tc>
      </w:tr>
      <w:tr w:rsidR="00670720" w:rsidRPr="00B40164" w14:paraId="4982362E" w14:textId="77777777" w:rsidTr="00923D7D">
        <w:tc>
          <w:tcPr>
            <w:tcW w:w="9639" w:type="dxa"/>
          </w:tcPr>
          <w:p w14:paraId="70856BB7" w14:textId="4AFE62CE" w:rsidR="00670720" w:rsidRDefault="0067072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Diagnozowanie zasobów indywidualnych w kontekście optymalizacji funkcjonowania jednostki</w:t>
            </w:r>
          </w:p>
        </w:tc>
      </w:tr>
      <w:tr w:rsidR="00034E94" w:rsidRPr="00B40164" w14:paraId="119668E6" w14:textId="77777777" w:rsidTr="00923D7D">
        <w:tc>
          <w:tcPr>
            <w:tcW w:w="9639" w:type="dxa"/>
          </w:tcPr>
          <w:p w14:paraId="4D24A338" w14:textId="4D0FC0CE" w:rsidR="0085747A" w:rsidRPr="00B40164" w:rsidRDefault="00AE51B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 xml:space="preserve">Proces </w:t>
            </w:r>
            <w:r w:rsidR="002B0B2E" w:rsidRPr="00B40164">
              <w:rPr>
                <w:rFonts w:ascii="Times New Roman" w:hAnsi="Times New Roman"/>
                <w:sz w:val="24"/>
                <w:szCs w:val="24"/>
              </w:rPr>
              <w:t xml:space="preserve">psychoprofilaktyczny </w:t>
            </w:r>
            <w:r w:rsidRPr="00B40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B2E" w:rsidRPr="00B40164">
              <w:rPr>
                <w:rFonts w:ascii="Times New Roman" w:hAnsi="Times New Roman"/>
                <w:sz w:val="24"/>
                <w:szCs w:val="24"/>
              </w:rPr>
              <w:t>jako element pracy systemowej w rodzinie dysfunkcyjnej z uwzględnieniem</w:t>
            </w:r>
            <w:r w:rsidR="00670720">
              <w:rPr>
                <w:rFonts w:ascii="Times New Roman" w:hAnsi="Times New Roman"/>
                <w:sz w:val="24"/>
                <w:szCs w:val="24"/>
              </w:rPr>
              <w:t xml:space="preserve"> szerszego środowiska społecznego</w:t>
            </w:r>
          </w:p>
        </w:tc>
      </w:tr>
      <w:tr w:rsidR="0085747A" w:rsidRPr="00B40164" w14:paraId="6D6F6BB4" w14:textId="77777777" w:rsidTr="00923D7D">
        <w:tc>
          <w:tcPr>
            <w:tcW w:w="9639" w:type="dxa"/>
          </w:tcPr>
          <w:p w14:paraId="5242F2F4" w14:textId="10249C5C" w:rsidR="0085747A" w:rsidRPr="00B40164" w:rsidRDefault="002B0B2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 xml:space="preserve">Projektowanie </w:t>
            </w:r>
            <w:r w:rsidR="008107A0">
              <w:rPr>
                <w:rFonts w:ascii="Times New Roman" w:hAnsi="Times New Roman"/>
                <w:sz w:val="24"/>
                <w:szCs w:val="24"/>
              </w:rPr>
              <w:t xml:space="preserve">programów profilaktycznych. Organizacja </w:t>
            </w:r>
            <w:r w:rsidRPr="00B40164">
              <w:rPr>
                <w:rFonts w:ascii="Times New Roman" w:hAnsi="Times New Roman"/>
                <w:sz w:val="24"/>
                <w:szCs w:val="24"/>
              </w:rPr>
              <w:t xml:space="preserve">działań psychoprofilaktycznych </w:t>
            </w:r>
            <w:r w:rsidRPr="00B40164">
              <w:rPr>
                <w:rFonts w:ascii="Times New Roman" w:hAnsi="Times New Roman"/>
                <w:sz w:val="24"/>
                <w:szCs w:val="24"/>
              </w:rPr>
              <w:lastRenderedPageBreak/>
              <w:t>zgodnych z potrzebami jednostki</w:t>
            </w:r>
          </w:p>
        </w:tc>
      </w:tr>
      <w:tr w:rsidR="008107A0" w:rsidRPr="00B40164" w14:paraId="26E6B77A" w14:textId="77777777" w:rsidTr="00923D7D">
        <w:tc>
          <w:tcPr>
            <w:tcW w:w="9639" w:type="dxa"/>
          </w:tcPr>
          <w:p w14:paraId="7982B856" w14:textId="4EC441CE" w:rsidR="008107A0" w:rsidRPr="00B40164" w:rsidRDefault="008107A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Przegląd wybranych programów profilaktyki społecznej</w:t>
            </w:r>
          </w:p>
        </w:tc>
      </w:tr>
    </w:tbl>
    <w:p w14:paraId="6683DC43" w14:textId="77777777" w:rsidR="0085747A" w:rsidRPr="00B40164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0DA1579" w14:textId="77777777" w:rsidR="0093156C" w:rsidRDefault="0093156C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BA5EA8D" w14:textId="709936D9" w:rsidR="0085747A" w:rsidRPr="00B40164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40164">
        <w:rPr>
          <w:smallCaps w:val="0"/>
          <w:szCs w:val="24"/>
        </w:rPr>
        <w:t>3.4 Metody dydaktyczne</w:t>
      </w:r>
      <w:r w:rsidRPr="00B40164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B4016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1EC439D" w14:textId="1FDDD83C" w:rsidR="00E960BB" w:rsidRPr="00B40164" w:rsidRDefault="00F32908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>
        <w:rPr>
          <w:b w:val="0"/>
          <w:smallCaps w:val="0"/>
          <w:szCs w:val="24"/>
        </w:rPr>
        <w:t>P</w:t>
      </w:r>
      <w:r w:rsidR="009C6256" w:rsidRPr="00B40164">
        <w:rPr>
          <w:b w:val="0"/>
          <w:smallCaps w:val="0"/>
          <w:szCs w:val="24"/>
        </w:rPr>
        <w:t xml:space="preserve">raca w grupie, praca z tekstem wraz z dyskusją, praca z wybranymi działaniami psychoprofilaktycznymi, </w:t>
      </w:r>
      <w:r w:rsidR="0084665E" w:rsidRPr="00B40164">
        <w:rPr>
          <w:b w:val="0"/>
          <w:smallCaps w:val="0"/>
          <w:szCs w:val="24"/>
        </w:rPr>
        <w:t xml:space="preserve">praca indywidualna. </w:t>
      </w:r>
    </w:p>
    <w:p w14:paraId="76337A19" w14:textId="77777777" w:rsidR="00B40164" w:rsidRDefault="00B40164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160919E7" w:rsidR="0085747A" w:rsidRPr="00B40164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40164">
        <w:rPr>
          <w:smallCaps w:val="0"/>
          <w:szCs w:val="24"/>
        </w:rPr>
        <w:t xml:space="preserve">4. </w:t>
      </w:r>
      <w:r w:rsidR="0085747A" w:rsidRPr="00B40164">
        <w:rPr>
          <w:smallCaps w:val="0"/>
          <w:szCs w:val="24"/>
        </w:rPr>
        <w:t>METODY I KRYTERIA OCENY</w:t>
      </w:r>
      <w:r w:rsidR="009F4610" w:rsidRPr="00B40164">
        <w:rPr>
          <w:smallCaps w:val="0"/>
          <w:szCs w:val="24"/>
        </w:rPr>
        <w:t xml:space="preserve"> </w:t>
      </w:r>
    </w:p>
    <w:p w14:paraId="0B381711" w14:textId="77777777" w:rsidR="00923D7D" w:rsidRPr="00B40164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Pr="00B40164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40164">
        <w:rPr>
          <w:smallCaps w:val="0"/>
          <w:szCs w:val="24"/>
        </w:rPr>
        <w:t xml:space="preserve">4.1 Sposoby weryfikacji efektów </w:t>
      </w:r>
      <w:r w:rsidR="00C05F44" w:rsidRPr="00B40164">
        <w:rPr>
          <w:smallCaps w:val="0"/>
          <w:szCs w:val="24"/>
        </w:rPr>
        <w:t>uczenia się</w:t>
      </w:r>
    </w:p>
    <w:p w14:paraId="1522BDED" w14:textId="77777777" w:rsidR="0085747A" w:rsidRPr="00B40164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34E94" w:rsidRPr="00B40164" w14:paraId="5612E398" w14:textId="77777777" w:rsidTr="00317F0E">
        <w:tc>
          <w:tcPr>
            <w:tcW w:w="1962" w:type="dxa"/>
            <w:vAlign w:val="center"/>
          </w:tcPr>
          <w:p w14:paraId="70DCFA80" w14:textId="77777777" w:rsidR="0085747A" w:rsidRPr="00B40164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82E354" w14:textId="1D778273" w:rsidR="0085747A" w:rsidRPr="00B40164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Metody oceny efektów uczenia </w:t>
            </w:r>
            <w:r w:rsidR="00034E94" w:rsidRPr="00B40164">
              <w:rPr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B40164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(</w:t>
            </w:r>
            <w:r w:rsidR="0085747A" w:rsidRPr="00B40164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1B8EF" w14:textId="77777777" w:rsidR="00923D7D" w:rsidRPr="00B4016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37796A66" w:rsidR="0085747A" w:rsidRPr="00B4016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40164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B40164">
              <w:rPr>
                <w:b w:val="0"/>
                <w:smallCaps w:val="0"/>
                <w:szCs w:val="24"/>
              </w:rPr>
              <w:t>,</w:t>
            </w:r>
            <w:r w:rsidR="00970DBA" w:rsidRPr="00B40164">
              <w:rPr>
                <w:b w:val="0"/>
                <w:smallCaps w:val="0"/>
                <w:szCs w:val="24"/>
              </w:rPr>
              <w:t xml:space="preserve"> warsztat.</w:t>
            </w:r>
            <w:r w:rsidRPr="00B40164">
              <w:rPr>
                <w:b w:val="0"/>
                <w:smallCaps w:val="0"/>
                <w:szCs w:val="24"/>
              </w:rPr>
              <w:t>)</w:t>
            </w:r>
          </w:p>
        </w:tc>
      </w:tr>
      <w:tr w:rsidR="00034E94" w:rsidRPr="00B40164" w14:paraId="310B68A6" w14:textId="77777777" w:rsidTr="00317F0E">
        <w:tc>
          <w:tcPr>
            <w:tcW w:w="1962" w:type="dxa"/>
          </w:tcPr>
          <w:p w14:paraId="2DB216DC" w14:textId="77777777" w:rsidR="00B0496C" w:rsidRPr="00B40164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423CB31" w14:textId="5B8C7124" w:rsidR="00B0496C" w:rsidRPr="00B40164" w:rsidRDefault="00317F0E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0C36E567" w14:textId="6A22833B" w:rsidR="00B0496C" w:rsidRPr="00B40164" w:rsidRDefault="00970DBA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warsztat.</w:t>
            </w:r>
          </w:p>
        </w:tc>
      </w:tr>
      <w:tr w:rsidR="00034E94" w:rsidRPr="00B40164" w14:paraId="4C7DF8DE" w14:textId="77777777" w:rsidTr="00317F0E">
        <w:tc>
          <w:tcPr>
            <w:tcW w:w="1962" w:type="dxa"/>
          </w:tcPr>
          <w:p w14:paraId="1DBA860B" w14:textId="77777777" w:rsidR="00B0496C" w:rsidRPr="00B40164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B51064" w14:textId="07E6CED4" w:rsidR="00B0496C" w:rsidRPr="00B40164" w:rsidRDefault="00317F0E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18428F3E" w14:textId="49116D96" w:rsidR="00B0496C" w:rsidRPr="00B40164" w:rsidRDefault="00970DBA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warsztat.</w:t>
            </w:r>
          </w:p>
        </w:tc>
      </w:tr>
      <w:tr w:rsidR="00034E94" w:rsidRPr="00B40164" w14:paraId="17156572" w14:textId="77777777" w:rsidTr="00317F0E">
        <w:tc>
          <w:tcPr>
            <w:tcW w:w="1962" w:type="dxa"/>
          </w:tcPr>
          <w:p w14:paraId="17C13118" w14:textId="77777777" w:rsidR="00B0496C" w:rsidRPr="00B40164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53464" w14:textId="60A166BA" w:rsidR="00B0496C" w:rsidRPr="00B40164" w:rsidRDefault="00317F0E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3637D5E4" w14:textId="3CA5F6B3" w:rsidR="00B0496C" w:rsidRPr="00B40164" w:rsidRDefault="00970DBA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warsztat.</w:t>
            </w:r>
          </w:p>
        </w:tc>
      </w:tr>
      <w:tr w:rsidR="00034E94" w:rsidRPr="00B40164" w14:paraId="13B19633" w14:textId="77777777" w:rsidTr="00317F0E">
        <w:tc>
          <w:tcPr>
            <w:tcW w:w="1962" w:type="dxa"/>
          </w:tcPr>
          <w:p w14:paraId="2AE1832F" w14:textId="77777777" w:rsidR="00B0496C" w:rsidRPr="00B40164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726177" w14:textId="09C13D0D" w:rsidR="00B0496C" w:rsidRPr="00B40164" w:rsidRDefault="002C734A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711DF55" w14:textId="45F5F763" w:rsidR="00B0496C" w:rsidRPr="00B40164" w:rsidRDefault="00970DBA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warsztat.</w:t>
            </w:r>
          </w:p>
        </w:tc>
      </w:tr>
      <w:tr w:rsidR="00034E94" w:rsidRPr="00B40164" w14:paraId="5D4E5B26" w14:textId="77777777" w:rsidTr="00317F0E">
        <w:tc>
          <w:tcPr>
            <w:tcW w:w="1962" w:type="dxa"/>
          </w:tcPr>
          <w:p w14:paraId="5F874AA4" w14:textId="372C75FE" w:rsidR="00317F0E" w:rsidRPr="00B40164" w:rsidRDefault="00317F0E" w:rsidP="00317F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4476D63" w14:textId="5712DD50" w:rsidR="00317F0E" w:rsidRPr="00B40164" w:rsidRDefault="002C734A" w:rsidP="00317F0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33C59D1" w14:textId="082059F3" w:rsidR="00317F0E" w:rsidRPr="00B40164" w:rsidRDefault="00317F0E" w:rsidP="00317F0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warsztat.</w:t>
            </w:r>
          </w:p>
        </w:tc>
      </w:tr>
      <w:tr w:rsidR="00034E94" w:rsidRPr="00B40164" w14:paraId="48509DB9" w14:textId="77777777" w:rsidTr="00317F0E">
        <w:tc>
          <w:tcPr>
            <w:tcW w:w="1962" w:type="dxa"/>
          </w:tcPr>
          <w:p w14:paraId="4C400DD9" w14:textId="77A3EB16" w:rsidR="00317F0E" w:rsidRPr="00B40164" w:rsidRDefault="00317F0E" w:rsidP="00317F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0602216" w14:textId="52B078B0" w:rsidR="00317F0E" w:rsidRPr="00B40164" w:rsidRDefault="002C734A" w:rsidP="00317F0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308812F" w14:textId="5C276F9B" w:rsidR="00317F0E" w:rsidRPr="00B40164" w:rsidRDefault="00317F0E" w:rsidP="00317F0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warsztat.</w:t>
            </w:r>
          </w:p>
        </w:tc>
      </w:tr>
      <w:tr w:rsidR="002C734A" w:rsidRPr="00B40164" w14:paraId="038346D3" w14:textId="77777777" w:rsidTr="00317F0E">
        <w:tc>
          <w:tcPr>
            <w:tcW w:w="1962" w:type="dxa"/>
          </w:tcPr>
          <w:p w14:paraId="7614B121" w14:textId="2CBABD73" w:rsidR="002C734A" w:rsidRPr="00B40164" w:rsidRDefault="002C734A" w:rsidP="00317F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12DC3886" w14:textId="6174D034" w:rsidR="002C734A" w:rsidRPr="00B40164" w:rsidRDefault="002C734A" w:rsidP="00317F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5713822" w14:textId="3A14F2A6" w:rsidR="002C734A" w:rsidRPr="00B40164" w:rsidRDefault="00EA69F9" w:rsidP="00317F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warsztat.</w:t>
            </w:r>
          </w:p>
        </w:tc>
      </w:tr>
    </w:tbl>
    <w:p w14:paraId="1EDBDF99" w14:textId="35B0B5A7" w:rsidR="00923D7D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79680A6" w14:textId="77777777" w:rsidR="00393714" w:rsidRPr="00B56778" w:rsidRDefault="00393714" w:rsidP="00393714">
      <w:pPr>
        <w:pStyle w:val="Punktygwne"/>
        <w:spacing w:before="0" w:after="0"/>
        <w:ind w:left="426"/>
        <w:rPr>
          <w:smallCaps w:val="0"/>
          <w:szCs w:val="24"/>
        </w:rPr>
      </w:pPr>
      <w:r w:rsidRPr="00B56778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3714" w:rsidRPr="00B56778" w14:paraId="1BF273C9" w14:textId="77777777" w:rsidTr="00342D0F">
        <w:tc>
          <w:tcPr>
            <w:tcW w:w="9670" w:type="dxa"/>
          </w:tcPr>
          <w:p w14:paraId="550E4DB3" w14:textId="772F8BF5" w:rsidR="00393714" w:rsidRPr="00E27689" w:rsidRDefault="00393714" w:rsidP="00393714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2768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Aktywność na zajęciach, p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>ozytywna ocena z projektu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„O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>pracowanie scenariuszy zajęć profilaktycznych skierowanych do osób zagrożonych patologią społeczną i ich przeprowadzenie podczas warsztatów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E27689">
              <w:rPr>
                <w:rFonts w:ascii="Times New Roman" w:hAnsi="Times New Roman"/>
                <w:sz w:val="24"/>
                <w:szCs w:val="24"/>
              </w:rPr>
              <w:t>, ocena wg skali:</w:t>
            </w:r>
          </w:p>
          <w:p w14:paraId="4896017E" w14:textId="77777777" w:rsidR="00393714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Skala oceniania:</w:t>
            </w:r>
          </w:p>
          <w:p w14:paraId="3DC4250D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28CE3B3E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0AC372FF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071F6054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59BF3920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17FF6CD3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3CFE9938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0E48C686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18F4B99B" w14:textId="77777777" w:rsidR="00393714" w:rsidRPr="0033493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7F812840" w14:textId="77777777" w:rsidR="00393714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18F22141" w14:textId="77777777" w:rsidR="00393714" w:rsidRPr="00B56778" w:rsidRDefault="00393714" w:rsidP="00342D0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25B83A04" w14:textId="77777777" w:rsidR="00393714" w:rsidRPr="00B40164" w:rsidRDefault="00393714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B40164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40164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40164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034E94" w:rsidRPr="00B40164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34E94" w:rsidRPr="00B40164" w14:paraId="05D39134" w14:textId="77777777" w:rsidTr="00E174FD">
        <w:tc>
          <w:tcPr>
            <w:tcW w:w="4962" w:type="dxa"/>
          </w:tcPr>
          <w:p w14:paraId="7D571487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0BB8B16" w14:textId="1262F173" w:rsidR="000C5696" w:rsidRPr="00B40164" w:rsidRDefault="00970DBA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34E94" w:rsidRPr="00B40164" w14:paraId="3DF32911" w14:textId="77777777" w:rsidTr="00E174FD">
        <w:tc>
          <w:tcPr>
            <w:tcW w:w="4962" w:type="dxa"/>
          </w:tcPr>
          <w:p w14:paraId="207632F0" w14:textId="0E561604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B401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8963B4" w14:textId="77777777" w:rsidR="003B346E" w:rsidRPr="00B40164" w:rsidRDefault="003B346E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B40164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718CD9C1" w14:textId="639F795A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2D7581D" w14:textId="77777777" w:rsidR="003B346E" w:rsidRPr="00B40164" w:rsidRDefault="003B346E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71E1A0" w14:textId="3F7A4C7F" w:rsidR="00147970" w:rsidRPr="00B40164" w:rsidRDefault="001E7CA2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38AC6A3" w14:textId="694AF953" w:rsidR="000C5696" w:rsidRPr="00B40164" w:rsidRDefault="000C5696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E94" w:rsidRPr="00B40164" w14:paraId="301489F0" w14:textId="77777777" w:rsidTr="00E174FD">
        <w:tc>
          <w:tcPr>
            <w:tcW w:w="4962" w:type="dxa"/>
          </w:tcPr>
          <w:p w14:paraId="347B4073" w14:textId="029AC4BD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40164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B40164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B401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47024FB" w14:textId="72F7E52D" w:rsidR="00147970" w:rsidRPr="00B40164" w:rsidRDefault="003B346E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B40164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20122D">
              <w:rPr>
                <w:rFonts w:ascii="Times New Roman" w:hAnsi="Times New Roman"/>
                <w:sz w:val="24"/>
                <w:szCs w:val="24"/>
              </w:rPr>
              <w:t>zajęć</w:t>
            </w:r>
          </w:p>
          <w:p w14:paraId="4EB60AB9" w14:textId="73980FE9" w:rsidR="008F03B0" w:rsidRDefault="008F03B0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-praca projektowa</w:t>
            </w:r>
            <w:r w:rsidR="00E2768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2C734A">
              <w:rPr>
                <w:rFonts w:ascii="Times New Roman" w:hAnsi="Times New Roman"/>
                <w:sz w:val="24"/>
                <w:szCs w:val="24"/>
              </w:rPr>
              <w:t xml:space="preserve">opracowanie </w:t>
            </w:r>
            <w:r w:rsidR="00E27689">
              <w:rPr>
                <w:rFonts w:ascii="Times New Roman" w:hAnsi="Times New Roman"/>
                <w:sz w:val="24"/>
                <w:szCs w:val="24"/>
              </w:rPr>
              <w:t xml:space="preserve">scenariuszy </w:t>
            </w:r>
            <w:r w:rsidR="002C734A">
              <w:rPr>
                <w:rFonts w:ascii="Times New Roman" w:hAnsi="Times New Roman"/>
                <w:sz w:val="24"/>
                <w:szCs w:val="24"/>
              </w:rPr>
              <w:t>zajęć</w:t>
            </w:r>
            <w:r w:rsidR="00E27689">
              <w:rPr>
                <w:rFonts w:ascii="Times New Roman" w:hAnsi="Times New Roman"/>
                <w:sz w:val="24"/>
                <w:szCs w:val="24"/>
              </w:rPr>
              <w:t xml:space="preserve"> profilaktycznych skierowanych do osób zagrożonych patologią społeczną i ich przeprowadzenie podczas warsztatów</w:t>
            </w:r>
          </w:p>
          <w:p w14:paraId="77645C5B" w14:textId="546999C6" w:rsidR="00000A4F" w:rsidRPr="00B40164" w:rsidRDefault="00000A4F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</w:tc>
        <w:tc>
          <w:tcPr>
            <w:tcW w:w="4677" w:type="dxa"/>
          </w:tcPr>
          <w:p w14:paraId="0B707BAF" w14:textId="77777777" w:rsidR="00096D81" w:rsidRDefault="00096D81" w:rsidP="00393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7AA1AD" w14:textId="2CEE0C9A" w:rsidR="0020122D" w:rsidRDefault="00000A4F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14:paraId="3EAC1350" w14:textId="77777777" w:rsidR="00393714" w:rsidRPr="00B40164" w:rsidRDefault="00393714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199DD1" w14:textId="7B82BFCA" w:rsidR="001E7CA2" w:rsidRDefault="00000A4F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86C87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C3B39B3" w14:textId="77777777" w:rsidR="00393714" w:rsidRDefault="00393714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74A616" w14:textId="67E3F2E4" w:rsidR="00000A4F" w:rsidRPr="00B40164" w:rsidRDefault="00000A4F" w:rsidP="002012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86C8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34E94" w:rsidRPr="00B40164" w14:paraId="02915295" w14:textId="77777777" w:rsidTr="00E174FD">
        <w:tc>
          <w:tcPr>
            <w:tcW w:w="4962" w:type="dxa"/>
          </w:tcPr>
          <w:p w14:paraId="1EFC7DE7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0164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7C6C0E89" w:rsidR="000C5696" w:rsidRPr="00B40164" w:rsidRDefault="00000A4F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B40164" w14:paraId="3A81EC9D" w14:textId="77777777" w:rsidTr="00E174FD">
        <w:tc>
          <w:tcPr>
            <w:tcW w:w="4962" w:type="dxa"/>
          </w:tcPr>
          <w:p w14:paraId="1C19C073" w14:textId="77777777" w:rsidR="000C5696" w:rsidRPr="00B40164" w:rsidRDefault="000C5696" w:rsidP="00754526">
            <w:pPr>
              <w:pStyle w:val="Akapitzlist"/>
              <w:spacing w:after="100" w:afterAutospacing="1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0164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4C645AAA" w:rsidR="000C5696" w:rsidRPr="00B40164" w:rsidRDefault="00000A4F" w:rsidP="0020122D">
            <w:pPr>
              <w:pStyle w:val="Akapitzlist"/>
              <w:spacing w:after="100" w:afterAutospacing="1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255F257E" w14:textId="77777777" w:rsidR="000C5696" w:rsidRPr="00B40164" w:rsidRDefault="000C5696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5A952A2C" w14:textId="77777777" w:rsidR="0085747A" w:rsidRPr="00B40164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40164">
        <w:rPr>
          <w:b w:val="0"/>
          <w:i/>
          <w:smallCaps w:val="0"/>
          <w:szCs w:val="24"/>
        </w:rPr>
        <w:t xml:space="preserve">* </w:t>
      </w:r>
      <w:r w:rsidR="00C61DC5" w:rsidRPr="00B40164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B40164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B40164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40164">
        <w:rPr>
          <w:smallCaps w:val="0"/>
          <w:szCs w:val="24"/>
        </w:rPr>
        <w:t xml:space="preserve">6. </w:t>
      </w:r>
      <w:r w:rsidR="0085747A" w:rsidRPr="00B40164">
        <w:rPr>
          <w:smallCaps w:val="0"/>
          <w:szCs w:val="24"/>
        </w:rPr>
        <w:t>PRAKTYKI ZAWO</w:t>
      </w:r>
      <w:r w:rsidR="009C1331" w:rsidRPr="00B40164">
        <w:rPr>
          <w:smallCaps w:val="0"/>
          <w:szCs w:val="24"/>
        </w:rPr>
        <w:t>DOWE W RAMACH PRZEDMIOTU</w:t>
      </w:r>
    </w:p>
    <w:p w14:paraId="55CE3E9F" w14:textId="77777777" w:rsidR="0085747A" w:rsidRPr="00B40164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4E94" w:rsidRPr="00B40164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B4016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B40164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-</w:t>
            </w:r>
          </w:p>
        </w:tc>
      </w:tr>
      <w:tr w:rsidR="0085747A" w:rsidRPr="00B40164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B4016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B40164" w:rsidRDefault="0064133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B40164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5B127B6D" w:rsidR="0085747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40164">
        <w:rPr>
          <w:smallCaps w:val="0"/>
          <w:szCs w:val="24"/>
        </w:rPr>
        <w:t xml:space="preserve">7. </w:t>
      </w:r>
      <w:r w:rsidR="0085747A" w:rsidRPr="00B40164">
        <w:rPr>
          <w:smallCaps w:val="0"/>
          <w:szCs w:val="24"/>
        </w:rPr>
        <w:t>LITERATURA</w:t>
      </w:r>
      <w:r w:rsidRPr="00B40164">
        <w:rPr>
          <w:smallCaps w:val="0"/>
          <w:szCs w:val="24"/>
        </w:rPr>
        <w:t xml:space="preserve"> </w:t>
      </w:r>
    </w:p>
    <w:p w14:paraId="6FA60C0F" w14:textId="77777777" w:rsidR="00FA4D8D" w:rsidRPr="00B40164" w:rsidRDefault="00FA4D8D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34E94" w:rsidRPr="00B40164" w14:paraId="48AE14F8" w14:textId="77777777" w:rsidTr="00B40164">
        <w:trPr>
          <w:trHeight w:val="397"/>
        </w:trPr>
        <w:tc>
          <w:tcPr>
            <w:tcW w:w="5000" w:type="pct"/>
          </w:tcPr>
          <w:p w14:paraId="42A098E6" w14:textId="6E29A10F" w:rsidR="00DA323B" w:rsidRPr="00EF0439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EF0439">
              <w:rPr>
                <w:bCs/>
                <w:smallCaps w:val="0"/>
                <w:szCs w:val="24"/>
              </w:rPr>
              <w:t>Literatura podstawowa:</w:t>
            </w:r>
          </w:p>
          <w:p w14:paraId="4E14AA5E" w14:textId="09D8C3F9" w:rsidR="00156B80" w:rsidRPr="00B40164" w:rsidRDefault="00156B8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2BAECE5" w14:textId="32BDC088" w:rsidR="004E4031" w:rsidRPr="00B40164" w:rsidRDefault="004E4031" w:rsidP="004E403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Gaś Z. B.,  (2000)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Psychoprofilaktyka. Procedury konstruowania programów wczesnej interwencji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Lublin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Pr="00B40164">
              <w:rPr>
                <w:b w:val="0"/>
                <w:smallCaps w:val="0"/>
                <w:szCs w:val="24"/>
              </w:rPr>
              <w:t xml:space="preserve"> UMCS</w:t>
            </w:r>
          </w:p>
          <w:p w14:paraId="01A07BC7" w14:textId="02A480EE" w:rsidR="004E4031" w:rsidRPr="00B40164" w:rsidRDefault="004E4031" w:rsidP="004E403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B40164">
              <w:rPr>
                <w:b w:val="0"/>
                <w:smallCaps w:val="0"/>
                <w:szCs w:val="24"/>
              </w:rPr>
              <w:t>Porzak</w:t>
            </w:r>
            <w:proofErr w:type="spellEnd"/>
            <w:r w:rsidRPr="00B40164">
              <w:rPr>
                <w:b w:val="0"/>
                <w:smallCaps w:val="0"/>
                <w:szCs w:val="24"/>
              </w:rPr>
              <w:t xml:space="preserve"> R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(</w:t>
            </w:r>
            <w:r w:rsidR="00096D81">
              <w:rPr>
                <w:b w:val="0"/>
                <w:smallCaps w:val="0"/>
                <w:szCs w:val="24"/>
              </w:rPr>
              <w:t>red.</w:t>
            </w:r>
            <w:r w:rsidRPr="00B40164">
              <w:rPr>
                <w:b w:val="0"/>
                <w:smallCaps w:val="0"/>
                <w:szCs w:val="24"/>
              </w:rPr>
              <w:t>) (2019). Profilaktyka w szkole. Lublin: Fundacja „Masz szansę”</w:t>
            </w:r>
            <w:r w:rsidR="005137B8" w:rsidRPr="00B40164">
              <w:rPr>
                <w:b w:val="0"/>
                <w:smallCaps w:val="0"/>
                <w:szCs w:val="24"/>
              </w:rPr>
              <w:t>.</w:t>
            </w:r>
          </w:p>
          <w:p w14:paraId="00C719AB" w14:textId="26A012DA" w:rsidR="005137B8" w:rsidRPr="00B40164" w:rsidRDefault="005137B8" w:rsidP="004E403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Opora R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B40164">
              <w:rPr>
                <w:b w:val="0"/>
                <w:smallCaps w:val="0"/>
                <w:szCs w:val="24"/>
              </w:rPr>
              <w:t>Breska</w:t>
            </w:r>
            <w:proofErr w:type="spellEnd"/>
            <w:r w:rsidRPr="00B40164">
              <w:rPr>
                <w:b w:val="0"/>
                <w:smallCaps w:val="0"/>
                <w:szCs w:val="24"/>
              </w:rPr>
              <w:t xml:space="preserve"> R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>, Jezierska J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>, Piechowicz M. (2017)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Współczesne modele i strategie resocjalizacji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Warszawa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Pr="00B40164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40164">
              <w:rPr>
                <w:b w:val="0"/>
                <w:smallCaps w:val="0"/>
                <w:szCs w:val="24"/>
              </w:rPr>
              <w:t>Difin</w:t>
            </w:r>
            <w:proofErr w:type="spellEnd"/>
          </w:p>
          <w:p w14:paraId="5BE2E98B" w14:textId="108CE9BF" w:rsidR="00156B80" w:rsidRPr="00B40164" w:rsidRDefault="0008712D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B40164">
              <w:rPr>
                <w:b w:val="0"/>
                <w:smallCaps w:val="0"/>
                <w:szCs w:val="24"/>
              </w:rPr>
              <w:t>Pospiszyl</w:t>
            </w:r>
            <w:proofErr w:type="spellEnd"/>
            <w:r w:rsidRPr="00B40164">
              <w:rPr>
                <w:b w:val="0"/>
                <w:smallCaps w:val="0"/>
                <w:szCs w:val="24"/>
              </w:rPr>
              <w:t xml:space="preserve"> I. (2021)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Patologie społeczne i problemy społeczne. Warszawa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="00B923A3" w:rsidRPr="00B40164">
              <w:rPr>
                <w:b w:val="0"/>
                <w:smallCaps w:val="0"/>
                <w:szCs w:val="24"/>
              </w:rPr>
              <w:t xml:space="preserve"> </w:t>
            </w:r>
            <w:r w:rsidRPr="00B40164">
              <w:rPr>
                <w:b w:val="0"/>
                <w:smallCaps w:val="0"/>
                <w:szCs w:val="24"/>
              </w:rPr>
              <w:t xml:space="preserve"> Wydawnictwo Naukowe Scholar.</w:t>
            </w:r>
          </w:p>
          <w:p w14:paraId="31AED40A" w14:textId="66000D89" w:rsidR="00A9605E" w:rsidRPr="00B40164" w:rsidRDefault="00A9605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Szymańska J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(2015)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Programy profilaktyczne. Podstawy profesjonalnej psychoprofilaktyki</w:t>
            </w:r>
            <w:r w:rsidR="001E7CA2" w:rsidRPr="00B40164">
              <w:rPr>
                <w:b w:val="0"/>
                <w:smallCaps w:val="0"/>
                <w:szCs w:val="24"/>
              </w:rPr>
              <w:t>. Warszawa:</w:t>
            </w:r>
            <w:r w:rsidRPr="00B40164">
              <w:rPr>
                <w:b w:val="0"/>
                <w:smallCaps w:val="0"/>
                <w:szCs w:val="24"/>
              </w:rPr>
              <w:t xml:space="preserve"> Ośrodek Rozwoju Edukacji.</w:t>
            </w:r>
          </w:p>
          <w:p w14:paraId="79888E34" w14:textId="77777777" w:rsidR="00156B80" w:rsidRPr="00B40164" w:rsidRDefault="00156B8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8289A22" w14:textId="77777777" w:rsidR="00DA323B" w:rsidRPr="00B40164" w:rsidRDefault="00DA323B" w:rsidP="00156B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DA323B" w:rsidRPr="00B40164" w14:paraId="0D880534" w14:textId="77777777" w:rsidTr="00B40164">
        <w:trPr>
          <w:trHeight w:val="397"/>
        </w:trPr>
        <w:tc>
          <w:tcPr>
            <w:tcW w:w="5000" w:type="pct"/>
          </w:tcPr>
          <w:p w14:paraId="5967496E" w14:textId="06C451D0" w:rsidR="00DA323B" w:rsidRPr="00EF0439" w:rsidRDefault="00DA323B" w:rsidP="00E174F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EF0439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348341D9" w14:textId="2A81FEE5" w:rsidR="00156B80" w:rsidRPr="00B40164" w:rsidRDefault="00156B8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81C6198" w14:textId="7974C5E9" w:rsidR="00156B80" w:rsidRPr="00B40164" w:rsidRDefault="006157B4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B40164">
              <w:rPr>
                <w:b w:val="0"/>
                <w:smallCaps w:val="0"/>
                <w:szCs w:val="24"/>
              </w:rPr>
              <w:t>Borecka-Biernat</w:t>
            </w:r>
            <w:proofErr w:type="spellEnd"/>
            <w:r w:rsidRPr="00B40164">
              <w:rPr>
                <w:b w:val="0"/>
                <w:smallCaps w:val="0"/>
                <w:szCs w:val="24"/>
              </w:rPr>
              <w:t xml:space="preserve"> D. (2011)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Zaburzenia w zachowaniu dzieci i młodzieży. W</w:t>
            </w:r>
            <w:r w:rsidR="005F757E" w:rsidRPr="00B40164">
              <w:rPr>
                <w:b w:val="0"/>
                <w:smallCaps w:val="0"/>
                <w:szCs w:val="24"/>
              </w:rPr>
              <w:t> </w:t>
            </w:r>
            <w:r w:rsidRPr="00B40164">
              <w:rPr>
                <w:b w:val="0"/>
                <w:smallCaps w:val="0"/>
                <w:szCs w:val="24"/>
              </w:rPr>
              <w:t>kontekście trudnych sytuacji szkolnych i pozaszkolnych. Kraków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Pr="00B40164">
              <w:rPr>
                <w:b w:val="0"/>
                <w:smallCaps w:val="0"/>
                <w:szCs w:val="24"/>
              </w:rPr>
              <w:t xml:space="preserve"> Impuls</w:t>
            </w:r>
          </w:p>
          <w:p w14:paraId="55CC5643" w14:textId="2B142088" w:rsidR="004F0CFC" w:rsidRPr="00B40164" w:rsidRDefault="004F0CFC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0164">
              <w:rPr>
                <w:b w:val="0"/>
                <w:smallCaps w:val="0"/>
                <w:szCs w:val="24"/>
              </w:rPr>
              <w:t>Gaś Z.B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(2018)</w:t>
            </w:r>
            <w:r w:rsidR="001E7CA2" w:rsidRPr="00B40164">
              <w:rPr>
                <w:b w:val="0"/>
                <w:smallCaps w:val="0"/>
                <w:szCs w:val="24"/>
              </w:rPr>
              <w:t>.</w:t>
            </w:r>
            <w:r w:rsidRPr="00B40164">
              <w:rPr>
                <w:b w:val="0"/>
                <w:smallCaps w:val="0"/>
                <w:szCs w:val="24"/>
              </w:rPr>
              <w:t xml:space="preserve"> Psychoprofilaktyka w świecie zagubionych wartości. Lublin</w:t>
            </w:r>
            <w:r w:rsidR="001E7CA2" w:rsidRPr="00B40164">
              <w:rPr>
                <w:b w:val="0"/>
                <w:smallCaps w:val="0"/>
                <w:szCs w:val="24"/>
              </w:rPr>
              <w:t>:</w:t>
            </w:r>
            <w:r w:rsidRPr="00B40164">
              <w:rPr>
                <w:b w:val="0"/>
                <w:smallCaps w:val="0"/>
                <w:szCs w:val="24"/>
              </w:rPr>
              <w:t xml:space="preserve"> WSEI</w:t>
            </w:r>
          </w:p>
          <w:p w14:paraId="05579F54" w14:textId="77777777" w:rsidR="00DA323B" w:rsidRPr="00B40164" w:rsidRDefault="00DA323B" w:rsidP="00156B80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  <w:lang w:val="en-US"/>
              </w:rPr>
            </w:pPr>
          </w:p>
        </w:tc>
      </w:tr>
    </w:tbl>
    <w:p w14:paraId="363C4B65" w14:textId="77777777" w:rsidR="00DA323B" w:rsidRPr="00B40164" w:rsidRDefault="00DA323B" w:rsidP="009C54AE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422541AD" w14:textId="77777777" w:rsidR="00675843" w:rsidRPr="00B40164" w:rsidRDefault="00675843" w:rsidP="009C54AE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2A55577A" w14:textId="77777777" w:rsidR="0085747A" w:rsidRPr="00B4016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27099DB1" w14:textId="77777777" w:rsidR="0085747A" w:rsidRPr="00B40164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36F355E2" w14:textId="77777777" w:rsidR="0085747A" w:rsidRPr="00B40164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40164">
        <w:rPr>
          <w:b w:val="0"/>
          <w:smallCaps w:val="0"/>
          <w:szCs w:val="24"/>
        </w:rPr>
        <w:t>Akceptacja Kierownika Jednostki lub osoby upoważnionej</w:t>
      </w:r>
    </w:p>
    <w:sectPr w:rsidR="0085747A" w:rsidRPr="00B4016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0991E" w14:textId="77777777" w:rsidR="00806D8D" w:rsidRDefault="00806D8D" w:rsidP="00C16ABF">
      <w:pPr>
        <w:spacing w:after="0" w:line="240" w:lineRule="auto"/>
      </w:pPr>
      <w:r>
        <w:separator/>
      </w:r>
    </w:p>
  </w:endnote>
  <w:endnote w:type="continuationSeparator" w:id="0">
    <w:p w14:paraId="266B755F" w14:textId="77777777" w:rsidR="00806D8D" w:rsidRDefault="00806D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5BE1" w14:textId="77777777" w:rsidR="00806D8D" w:rsidRDefault="00806D8D" w:rsidP="00C16ABF">
      <w:pPr>
        <w:spacing w:after="0" w:line="240" w:lineRule="auto"/>
      </w:pPr>
      <w:r>
        <w:separator/>
      </w:r>
    </w:p>
  </w:footnote>
  <w:footnote w:type="continuationSeparator" w:id="0">
    <w:p w14:paraId="05D7579C" w14:textId="77777777" w:rsidR="00806D8D" w:rsidRDefault="00806D8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016358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A4F"/>
    <w:rsid w:val="000048FD"/>
    <w:rsid w:val="000077B4"/>
    <w:rsid w:val="000124FB"/>
    <w:rsid w:val="00015B8F"/>
    <w:rsid w:val="00022ECE"/>
    <w:rsid w:val="00033B02"/>
    <w:rsid w:val="00034E94"/>
    <w:rsid w:val="00042A51"/>
    <w:rsid w:val="00042D2E"/>
    <w:rsid w:val="00044C82"/>
    <w:rsid w:val="00046564"/>
    <w:rsid w:val="00070ED6"/>
    <w:rsid w:val="000742DC"/>
    <w:rsid w:val="00084C12"/>
    <w:rsid w:val="0008712D"/>
    <w:rsid w:val="0009462C"/>
    <w:rsid w:val="00094B12"/>
    <w:rsid w:val="00096C46"/>
    <w:rsid w:val="00096D81"/>
    <w:rsid w:val="000A296F"/>
    <w:rsid w:val="000A2A28"/>
    <w:rsid w:val="000A6352"/>
    <w:rsid w:val="000B192D"/>
    <w:rsid w:val="000B28EE"/>
    <w:rsid w:val="000B3E37"/>
    <w:rsid w:val="000B4ED8"/>
    <w:rsid w:val="000B7042"/>
    <w:rsid w:val="000C13FF"/>
    <w:rsid w:val="000C5696"/>
    <w:rsid w:val="000D04B0"/>
    <w:rsid w:val="000F1C57"/>
    <w:rsid w:val="000F5615"/>
    <w:rsid w:val="00107219"/>
    <w:rsid w:val="001132F3"/>
    <w:rsid w:val="0012408B"/>
    <w:rsid w:val="00124BFF"/>
    <w:rsid w:val="0012560E"/>
    <w:rsid w:val="00125ECF"/>
    <w:rsid w:val="00127108"/>
    <w:rsid w:val="00134B13"/>
    <w:rsid w:val="00146BC0"/>
    <w:rsid w:val="0014797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E7CA2"/>
    <w:rsid w:val="001F2CA2"/>
    <w:rsid w:val="001F7DC8"/>
    <w:rsid w:val="0020122D"/>
    <w:rsid w:val="002132F6"/>
    <w:rsid w:val="002144C0"/>
    <w:rsid w:val="00216238"/>
    <w:rsid w:val="00222189"/>
    <w:rsid w:val="00222CB7"/>
    <w:rsid w:val="0022477D"/>
    <w:rsid w:val="002278A9"/>
    <w:rsid w:val="002336F9"/>
    <w:rsid w:val="0024028F"/>
    <w:rsid w:val="00242B47"/>
    <w:rsid w:val="00244ABC"/>
    <w:rsid w:val="00250B65"/>
    <w:rsid w:val="00273336"/>
    <w:rsid w:val="00281FF2"/>
    <w:rsid w:val="0028326E"/>
    <w:rsid w:val="002857DE"/>
    <w:rsid w:val="00285873"/>
    <w:rsid w:val="00291313"/>
    <w:rsid w:val="00291567"/>
    <w:rsid w:val="002A22BF"/>
    <w:rsid w:val="002A2389"/>
    <w:rsid w:val="002A671D"/>
    <w:rsid w:val="002A7E15"/>
    <w:rsid w:val="002B0B2E"/>
    <w:rsid w:val="002B4D55"/>
    <w:rsid w:val="002B5EA0"/>
    <w:rsid w:val="002B6119"/>
    <w:rsid w:val="002B7C59"/>
    <w:rsid w:val="002C1F06"/>
    <w:rsid w:val="002C734A"/>
    <w:rsid w:val="002D3375"/>
    <w:rsid w:val="002D73D4"/>
    <w:rsid w:val="002F02A3"/>
    <w:rsid w:val="002F4ABE"/>
    <w:rsid w:val="003018BA"/>
    <w:rsid w:val="0030395F"/>
    <w:rsid w:val="00305C92"/>
    <w:rsid w:val="0031366D"/>
    <w:rsid w:val="003151C5"/>
    <w:rsid w:val="00317F0E"/>
    <w:rsid w:val="003343CF"/>
    <w:rsid w:val="00346FE9"/>
    <w:rsid w:val="0034759A"/>
    <w:rsid w:val="003503F6"/>
    <w:rsid w:val="003530DD"/>
    <w:rsid w:val="00363F78"/>
    <w:rsid w:val="00365B34"/>
    <w:rsid w:val="00381FEF"/>
    <w:rsid w:val="00393714"/>
    <w:rsid w:val="003A0A5B"/>
    <w:rsid w:val="003A1176"/>
    <w:rsid w:val="003A6D87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018BC"/>
    <w:rsid w:val="00411550"/>
    <w:rsid w:val="00414E3C"/>
    <w:rsid w:val="0042244A"/>
    <w:rsid w:val="0042745A"/>
    <w:rsid w:val="00431D5C"/>
    <w:rsid w:val="004362C6"/>
    <w:rsid w:val="00437FA2"/>
    <w:rsid w:val="00445970"/>
    <w:rsid w:val="00446341"/>
    <w:rsid w:val="00456513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031"/>
    <w:rsid w:val="004F0CFC"/>
    <w:rsid w:val="004F1551"/>
    <w:rsid w:val="004F55A3"/>
    <w:rsid w:val="0050496F"/>
    <w:rsid w:val="0050664A"/>
    <w:rsid w:val="005102DF"/>
    <w:rsid w:val="005137B8"/>
    <w:rsid w:val="00513B6F"/>
    <w:rsid w:val="00515CDF"/>
    <w:rsid w:val="005173AA"/>
    <w:rsid w:val="00517C63"/>
    <w:rsid w:val="00526C94"/>
    <w:rsid w:val="005363C4"/>
    <w:rsid w:val="00536BDE"/>
    <w:rsid w:val="00543ACC"/>
    <w:rsid w:val="0056696D"/>
    <w:rsid w:val="00573EF9"/>
    <w:rsid w:val="00590BF3"/>
    <w:rsid w:val="0059484D"/>
    <w:rsid w:val="005A0855"/>
    <w:rsid w:val="005A3196"/>
    <w:rsid w:val="005B4A7C"/>
    <w:rsid w:val="005C080F"/>
    <w:rsid w:val="005C55E5"/>
    <w:rsid w:val="005C696A"/>
    <w:rsid w:val="005E6E85"/>
    <w:rsid w:val="005F31D2"/>
    <w:rsid w:val="005F757E"/>
    <w:rsid w:val="00606A26"/>
    <w:rsid w:val="0061029B"/>
    <w:rsid w:val="00612CDF"/>
    <w:rsid w:val="006157B4"/>
    <w:rsid w:val="00617230"/>
    <w:rsid w:val="00621CE1"/>
    <w:rsid w:val="00627FC9"/>
    <w:rsid w:val="0063256D"/>
    <w:rsid w:val="00632638"/>
    <w:rsid w:val="0064133E"/>
    <w:rsid w:val="00641DF9"/>
    <w:rsid w:val="00647FA8"/>
    <w:rsid w:val="00650C5F"/>
    <w:rsid w:val="00654934"/>
    <w:rsid w:val="006620D9"/>
    <w:rsid w:val="00670720"/>
    <w:rsid w:val="00671958"/>
    <w:rsid w:val="00675843"/>
    <w:rsid w:val="00676A10"/>
    <w:rsid w:val="00685CCD"/>
    <w:rsid w:val="00696477"/>
    <w:rsid w:val="00697382"/>
    <w:rsid w:val="006A02D5"/>
    <w:rsid w:val="006A4353"/>
    <w:rsid w:val="006D050F"/>
    <w:rsid w:val="006D0EF8"/>
    <w:rsid w:val="006D6139"/>
    <w:rsid w:val="006D792C"/>
    <w:rsid w:val="006E5D65"/>
    <w:rsid w:val="006F1282"/>
    <w:rsid w:val="006F1FBC"/>
    <w:rsid w:val="006F31E2"/>
    <w:rsid w:val="00706544"/>
    <w:rsid w:val="007072BA"/>
    <w:rsid w:val="00712EAE"/>
    <w:rsid w:val="00713F8D"/>
    <w:rsid w:val="0071414F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4526"/>
    <w:rsid w:val="00763BF1"/>
    <w:rsid w:val="00766FD4"/>
    <w:rsid w:val="0078168C"/>
    <w:rsid w:val="00782569"/>
    <w:rsid w:val="007849AE"/>
    <w:rsid w:val="00787C2A"/>
    <w:rsid w:val="00790E27"/>
    <w:rsid w:val="007916D1"/>
    <w:rsid w:val="007A4022"/>
    <w:rsid w:val="007A4DB4"/>
    <w:rsid w:val="007A5260"/>
    <w:rsid w:val="007A6B25"/>
    <w:rsid w:val="007A6E6E"/>
    <w:rsid w:val="007C3299"/>
    <w:rsid w:val="007C3BCC"/>
    <w:rsid w:val="007C4546"/>
    <w:rsid w:val="007D6E56"/>
    <w:rsid w:val="007F1652"/>
    <w:rsid w:val="007F4155"/>
    <w:rsid w:val="00806D8D"/>
    <w:rsid w:val="008107A0"/>
    <w:rsid w:val="0081554D"/>
    <w:rsid w:val="0081707E"/>
    <w:rsid w:val="00836893"/>
    <w:rsid w:val="008449B3"/>
    <w:rsid w:val="0084665E"/>
    <w:rsid w:val="0085747A"/>
    <w:rsid w:val="00861D52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B5F10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2E9C"/>
    <w:rsid w:val="008F6E29"/>
    <w:rsid w:val="008F70AB"/>
    <w:rsid w:val="00916188"/>
    <w:rsid w:val="00923D7D"/>
    <w:rsid w:val="00931506"/>
    <w:rsid w:val="0093156C"/>
    <w:rsid w:val="0094352F"/>
    <w:rsid w:val="009508DF"/>
    <w:rsid w:val="00950DAC"/>
    <w:rsid w:val="00954A07"/>
    <w:rsid w:val="00960011"/>
    <w:rsid w:val="00970DBA"/>
    <w:rsid w:val="00997F14"/>
    <w:rsid w:val="009A78D9"/>
    <w:rsid w:val="009B53BB"/>
    <w:rsid w:val="009B5CC9"/>
    <w:rsid w:val="009C1331"/>
    <w:rsid w:val="009C3E31"/>
    <w:rsid w:val="009C54AE"/>
    <w:rsid w:val="009C6256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327A"/>
    <w:rsid w:val="00A84C85"/>
    <w:rsid w:val="00A91194"/>
    <w:rsid w:val="00A9605E"/>
    <w:rsid w:val="00A97DE1"/>
    <w:rsid w:val="00AA35EA"/>
    <w:rsid w:val="00AB053C"/>
    <w:rsid w:val="00AD1146"/>
    <w:rsid w:val="00AD27D3"/>
    <w:rsid w:val="00AD66D6"/>
    <w:rsid w:val="00AE1160"/>
    <w:rsid w:val="00AE203C"/>
    <w:rsid w:val="00AE2E74"/>
    <w:rsid w:val="00AE51B2"/>
    <w:rsid w:val="00AE5FCB"/>
    <w:rsid w:val="00AF2C1E"/>
    <w:rsid w:val="00B0496C"/>
    <w:rsid w:val="00B06142"/>
    <w:rsid w:val="00B135B1"/>
    <w:rsid w:val="00B3130B"/>
    <w:rsid w:val="00B377D4"/>
    <w:rsid w:val="00B40164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923A3"/>
    <w:rsid w:val="00BB17F2"/>
    <w:rsid w:val="00BB520A"/>
    <w:rsid w:val="00BC27A1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26ED"/>
    <w:rsid w:val="00C56036"/>
    <w:rsid w:val="00C61DC5"/>
    <w:rsid w:val="00C67E92"/>
    <w:rsid w:val="00C70A26"/>
    <w:rsid w:val="00C766DF"/>
    <w:rsid w:val="00C82216"/>
    <w:rsid w:val="00C926CA"/>
    <w:rsid w:val="00C94B98"/>
    <w:rsid w:val="00C94BD4"/>
    <w:rsid w:val="00CA2B96"/>
    <w:rsid w:val="00CA4242"/>
    <w:rsid w:val="00CA5089"/>
    <w:rsid w:val="00CB42CB"/>
    <w:rsid w:val="00CD6897"/>
    <w:rsid w:val="00CE1E24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0C67"/>
    <w:rsid w:val="00D425B2"/>
    <w:rsid w:val="00D428D6"/>
    <w:rsid w:val="00D552B2"/>
    <w:rsid w:val="00D608D1"/>
    <w:rsid w:val="00D74119"/>
    <w:rsid w:val="00D8075B"/>
    <w:rsid w:val="00D8678B"/>
    <w:rsid w:val="00D86C87"/>
    <w:rsid w:val="00DA2114"/>
    <w:rsid w:val="00DA323B"/>
    <w:rsid w:val="00DA7359"/>
    <w:rsid w:val="00DC628E"/>
    <w:rsid w:val="00DE09C0"/>
    <w:rsid w:val="00DE406A"/>
    <w:rsid w:val="00DE4A14"/>
    <w:rsid w:val="00DF320D"/>
    <w:rsid w:val="00DF71C8"/>
    <w:rsid w:val="00E0061E"/>
    <w:rsid w:val="00E121F2"/>
    <w:rsid w:val="00E129B8"/>
    <w:rsid w:val="00E12B79"/>
    <w:rsid w:val="00E21E7D"/>
    <w:rsid w:val="00E22FBC"/>
    <w:rsid w:val="00E24BF5"/>
    <w:rsid w:val="00E25338"/>
    <w:rsid w:val="00E27689"/>
    <w:rsid w:val="00E51E44"/>
    <w:rsid w:val="00E63348"/>
    <w:rsid w:val="00E66E6B"/>
    <w:rsid w:val="00E77E88"/>
    <w:rsid w:val="00E8107D"/>
    <w:rsid w:val="00E93383"/>
    <w:rsid w:val="00E960BB"/>
    <w:rsid w:val="00EA2074"/>
    <w:rsid w:val="00EA4832"/>
    <w:rsid w:val="00EA4E9D"/>
    <w:rsid w:val="00EA69F9"/>
    <w:rsid w:val="00EB1BDF"/>
    <w:rsid w:val="00EB78A0"/>
    <w:rsid w:val="00EC4899"/>
    <w:rsid w:val="00ED03AB"/>
    <w:rsid w:val="00ED32D2"/>
    <w:rsid w:val="00EE32DE"/>
    <w:rsid w:val="00EE5457"/>
    <w:rsid w:val="00EF0439"/>
    <w:rsid w:val="00F02DD1"/>
    <w:rsid w:val="00F070AB"/>
    <w:rsid w:val="00F17567"/>
    <w:rsid w:val="00F17D7B"/>
    <w:rsid w:val="00F22038"/>
    <w:rsid w:val="00F27A7B"/>
    <w:rsid w:val="00F32908"/>
    <w:rsid w:val="00F47417"/>
    <w:rsid w:val="00F526AF"/>
    <w:rsid w:val="00F617C3"/>
    <w:rsid w:val="00F7066B"/>
    <w:rsid w:val="00F80C12"/>
    <w:rsid w:val="00F83B28"/>
    <w:rsid w:val="00F96E8F"/>
    <w:rsid w:val="00FA0896"/>
    <w:rsid w:val="00FA46E5"/>
    <w:rsid w:val="00FA4D8D"/>
    <w:rsid w:val="00FB7DBA"/>
    <w:rsid w:val="00FC1C25"/>
    <w:rsid w:val="00FC3F45"/>
    <w:rsid w:val="00FD3A9F"/>
    <w:rsid w:val="00FD503F"/>
    <w:rsid w:val="00FD536F"/>
    <w:rsid w:val="00FD7589"/>
    <w:rsid w:val="00FE2642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137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E4031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5137B8"/>
    <w:rPr>
      <w:rFonts w:eastAsia="Times New Roman"/>
      <w:b/>
      <w:bCs/>
      <w:sz w:val="27"/>
      <w:szCs w:val="27"/>
    </w:rPr>
  </w:style>
  <w:style w:type="character" w:customStyle="1" w:styleId="value">
    <w:name w:val="value"/>
    <w:basedOn w:val="Domylnaczcionkaakapitu"/>
    <w:rsid w:val="005137B8"/>
  </w:style>
  <w:style w:type="character" w:styleId="Odwoaniedokomentarza">
    <w:name w:val="annotation reference"/>
    <w:basedOn w:val="Domylnaczcionkaakapitu"/>
    <w:uiPriority w:val="99"/>
    <w:semiHidden/>
    <w:unhideWhenUsed/>
    <w:rsid w:val="00E12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B7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B7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0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57E80-12B0-4B86-9609-BFDA0562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2022-12-29T09:59:00Z</cp:lastPrinted>
  <dcterms:created xsi:type="dcterms:W3CDTF">2023-06-01T12:44:00Z</dcterms:created>
  <dcterms:modified xsi:type="dcterms:W3CDTF">2023-06-01T12:44:00Z</dcterms:modified>
</cp:coreProperties>
</file>